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16"/>
        <w:gridCol w:w="144"/>
        <w:gridCol w:w="5616"/>
      </w:tblGrid>
      <w:tr w:rsidR="00800286" w:rsidRPr="00937557" w:rsidTr="00705DDC">
        <w:trPr>
          <w:cantSplit/>
          <w:trHeight w:hRule="exact" w:val="2160"/>
        </w:trPr>
        <w:tc>
          <w:tcPr>
            <w:tcW w:w="5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7557" w:rsidRPr="00937557" w:rsidRDefault="00705DDC" w:rsidP="00705DDC">
            <w:pPr>
              <w:tabs>
                <w:tab w:val="left" w:pos="3318"/>
                <w:tab w:val="right" w:pos="5446"/>
              </w:tabs>
              <w:spacing w:after="0" w:line="240" w:lineRule="auto"/>
              <w:ind w:left="140" w:right="140"/>
              <w:rPr>
                <w:lang w:val="en-US"/>
              </w:rPr>
            </w:pPr>
            <w:r>
              <w:rPr>
                <w:lang w:val="en-US"/>
              </w:rPr>
              <w:tab/>
            </w:r>
            <w:r>
              <w:rPr>
                <w:lang w:val="en-US"/>
              </w:rPr>
              <w:tab/>
            </w:r>
            <w:r w:rsidR="00E25D29" w:rsidRPr="00657318">
              <w:rPr>
                <w:noProof/>
                <w:lang w:val="en-US" w:eastAsia="ja-JP"/>
              </w:rPr>
              <w:drawing>
                <wp:anchor distT="0" distB="0" distL="114300" distR="114300" simplePos="0" relativeHeight="251801600" behindDoc="0" locked="0" layoutInCell="1" allowOverlap="1" wp14:anchorId="7D11FA77" wp14:editId="35C2A230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1355090</wp:posOffset>
                  </wp:positionV>
                  <wp:extent cx="1105535" cy="861060"/>
                  <wp:effectExtent l="0" t="0" r="0" b="0"/>
                  <wp:wrapNone/>
                  <wp:docPr id="311" name="図 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535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25D29" w:rsidRPr="00657318">
              <w:rPr>
                <w:noProof/>
                <w:lang w:val="en-US" w:eastAsia="ja-JP"/>
              </w:rPr>
              <w:drawing>
                <wp:anchor distT="0" distB="0" distL="114300" distR="114300" simplePos="0" relativeHeight="251816960" behindDoc="0" locked="0" layoutInCell="1" allowOverlap="1" wp14:anchorId="06D4E821" wp14:editId="30D9E18D">
                  <wp:simplePos x="0" y="0"/>
                  <wp:positionH relativeFrom="column">
                    <wp:posOffset>1167765</wp:posOffset>
                  </wp:positionH>
                  <wp:positionV relativeFrom="paragraph">
                    <wp:posOffset>1355090</wp:posOffset>
                  </wp:positionV>
                  <wp:extent cx="1050290" cy="796290"/>
                  <wp:effectExtent l="0" t="0" r="0" b="3810"/>
                  <wp:wrapNone/>
                  <wp:docPr id="162" name="図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290" cy="796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265AC" w:rsidRPr="00657318">
              <w:rPr>
                <w:noProof/>
                <w:lang w:val="en-US" w:eastAsia="ja-JP"/>
              </w:rPr>
              <w:drawing>
                <wp:anchor distT="0" distB="0" distL="114300" distR="114300" simplePos="0" relativeHeight="251823104" behindDoc="0" locked="0" layoutInCell="1" allowOverlap="1" wp14:anchorId="31AEB477" wp14:editId="164E15B2">
                  <wp:simplePos x="0" y="0"/>
                  <wp:positionH relativeFrom="column">
                    <wp:posOffset>2573020</wp:posOffset>
                  </wp:positionH>
                  <wp:positionV relativeFrom="paragraph">
                    <wp:posOffset>1333500</wp:posOffset>
                  </wp:positionV>
                  <wp:extent cx="1020445" cy="1095375"/>
                  <wp:effectExtent l="0" t="0" r="8255" b="9525"/>
                  <wp:wrapNone/>
                  <wp:docPr id="181" name="図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265AC" w:rsidRPr="00E1710B"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4CA306AF" wp14:editId="25444A2F">
                      <wp:simplePos x="0" y="0"/>
                      <wp:positionH relativeFrom="column">
                        <wp:posOffset>2226890</wp:posOffset>
                      </wp:positionH>
                      <wp:positionV relativeFrom="paragraph">
                        <wp:posOffset>411121</wp:posOffset>
                      </wp:positionV>
                      <wp:extent cx="1264257" cy="850790"/>
                      <wp:effectExtent l="0" t="0" r="0" b="6985"/>
                      <wp:wrapNone/>
                      <wp:docPr id="187" name="テキスト ボックス 1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64257" cy="8507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265AC" w:rsidRPr="00910CA1" w:rsidRDefault="001265AC" w:rsidP="001265AC">
                                  <w:pPr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sz w:val="32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sz w:val="32"/>
                                      <w:lang w:eastAsia="ja-JP"/>
                                    </w:rPr>
                                    <w:t>Hamburg</w:t>
                                  </w:r>
                                </w:p>
                                <w:p w:rsidR="001265AC" w:rsidRPr="00D67C79" w:rsidRDefault="001265AC" w:rsidP="001265AC">
                                  <w:pPr>
                                    <w:rPr>
                                      <w:rFonts w:ascii="HGP教科書体" w:eastAsia="HGP教科書体"/>
                                      <w:color w:val="000000" w:themeColor="text1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87" o:spid="_x0000_s1026" type="#_x0000_t202" style="position:absolute;left:0;text-align:left;margin-left:175.35pt;margin-top:32.35pt;width:99.55pt;height:67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" fillcolor="window" stroked="f" strokeweight=".5pt">
                      <v:textbox>
                        <w:txbxContent>
                          <w:p w:rsidR="001265AC" w:rsidRPr="00910CA1" w:rsidRDefault="001265AC" w:rsidP="001265AC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32"/>
                                <w:lang w:eastAsia="ja-JP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32"/>
                                <w:lang w:eastAsia="ja-JP"/>
                              </w:rPr>
                              <w:t>Hamburg</w:t>
                            </w:r>
                          </w:p>
                          <w:p w:rsidR="001265AC" w:rsidRPr="00D67C79" w:rsidRDefault="001265AC" w:rsidP="001265AC">
                            <w:pPr>
                              <w:rPr>
                                <w:rFonts w:ascii="HGP教科書体" w:eastAsia="HGP教科書体"/>
                                <w:color w:val="000000" w:themeColor="text1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265AC" w:rsidRPr="00E1710B"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47DEA20C" wp14:editId="42FB904F">
                      <wp:simplePos x="0" y="0"/>
                      <wp:positionH relativeFrom="column">
                        <wp:posOffset>2321312</wp:posOffset>
                      </wp:positionH>
                      <wp:positionV relativeFrom="paragraph">
                        <wp:posOffset>123577</wp:posOffset>
                      </wp:positionV>
                      <wp:extent cx="1136650" cy="262255"/>
                      <wp:effectExtent l="0" t="0" r="6350" b="4445"/>
                      <wp:wrapNone/>
                      <wp:docPr id="28" name="テキスト ボックス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6650" cy="262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10CA1" w:rsidRPr="00D67C79" w:rsidRDefault="001265AC" w:rsidP="00910CA1">
                                  <w:pPr>
                                    <w:rPr>
                                      <w:rFonts w:ascii="HGP教科書体" w:eastAsia="HGP教科書体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C00000"/>
                                      <w:sz w:val="21"/>
                                      <w:szCs w:val="28"/>
                                      <w:lang w:eastAsia="ja-JP"/>
                                    </w:rPr>
                                    <w:t>にく　Niku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8" o:spid="_x0000_s1027" type="#_x0000_t202" style="position:absolute;left:0;text-align:left;margin-left:182.8pt;margin-top:9.75pt;width:89.5pt;height:20.6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" fillcolor="window" stroked="f" strokeweight=".5pt">
                      <v:textbox>
                        <w:txbxContent>
                          <w:p w:rsidR="00910CA1" w:rsidRPr="00D67C79" w:rsidRDefault="001265AC" w:rsidP="00910CA1">
                            <w:pPr>
                              <w:rPr>
                                <w:rFonts w:ascii="HGP教科書体" w:eastAsia="HGP教科書体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C00000"/>
                                <w:sz w:val="21"/>
                                <w:szCs w:val="28"/>
                                <w:lang w:eastAsia="ja-JP"/>
                              </w:rPr>
                              <w:t>にく　Niku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265AC">
              <w:rPr>
                <w:noProof/>
                <w:lang w:val="en-US" w:eastAsia="ja-JP"/>
              </w:rPr>
              <w:drawing>
                <wp:anchor distT="0" distB="0" distL="114300" distR="114300" simplePos="0" relativeHeight="251827200" behindDoc="0" locked="0" layoutInCell="1" allowOverlap="1" wp14:anchorId="47DBFA65" wp14:editId="5D21CA68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-54610</wp:posOffset>
                  </wp:positionV>
                  <wp:extent cx="2062480" cy="1158875"/>
                  <wp:effectExtent l="0" t="0" r="0" b="3175"/>
                  <wp:wrapNone/>
                  <wp:docPr id="183" name="図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2480" cy="115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67C79"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5EF030" wp14:editId="79315DAA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194310</wp:posOffset>
                      </wp:positionV>
                      <wp:extent cx="1025525" cy="445135"/>
                      <wp:effectExtent l="0" t="0" r="3175" b="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5525" cy="4451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7C79" w:rsidRPr="00D67C79" w:rsidRDefault="00D67C79">
                                  <w:pPr>
                                    <w:rPr>
                                      <w:rFonts w:ascii="HGP教科書体" w:eastAsia="HGP教科書体"/>
                                      <w:color w:val="000000" w:themeColor="text1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5" o:spid="_x0000_s1028" type="#_x0000_t202" style="position:absolute;left:0;text-align:left;margin-left:14.3pt;margin-top:15.3pt;width:80.75pt;height:3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" fillcolor="white [3201]" stroked="f" strokeweight=".5pt">
                      <v:textbox>
                        <w:txbxContent>
                          <w:p w:rsidR="00D67C79" w:rsidRPr="00D67C79" w:rsidRDefault="00D67C79">
                            <w:pPr>
                              <w:rPr>
                                <w:rFonts w:ascii="HGP教科書体" w:eastAsia="HGP教科書体"/>
                                <w:color w:val="000000" w:themeColor="text1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4" w:type="dxa"/>
            <w:tcBorders>
              <w:left w:val="nil"/>
              <w:right w:val="nil"/>
            </w:tcBorders>
            <w:shd w:val="clear" w:color="auto" w:fill="auto"/>
          </w:tcPr>
          <w:p w:rsidR="00800286" w:rsidRPr="00937557" w:rsidRDefault="00E25D29" w:rsidP="00BC1F7B">
            <w:pPr>
              <w:spacing w:after="0" w:line="240" w:lineRule="auto"/>
              <w:ind w:left="140" w:right="140"/>
              <w:jc w:val="right"/>
              <w:rPr>
                <w:lang w:val="en-US"/>
              </w:rPr>
            </w:pPr>
            <w:r>
              <w:rPr>
                <w:noProof/>
                <w:lang w:val="en-US" w:eastAsia="ja-JP"/>
              </w:rPr>
              <w:drawing>
                <wp:anchor distT="0" distB="0" distL="114300" distR="114300" simplePos="0" relativeHeight="251831296" behindDoc="0" locked="0" layoutInCell="1" allowOverlap="1" wp14:anchorId="75E3491A" wp14:editId="2B785E83">
                  <wp:simplePos x="0" y="0"/>
                  <wp:positionH relativeFrom="column">
                    <wp:posOffset>59055</wp:posOffset>
                  </wp:positionH>
                  <wp:positionV relativeFrom="paragraph">
                    <wp:posOffset>1304290</wp:posOffset>
                  </wp:positionV>
                  <wp:extent cx="2222500" cy="808355"/>
                  <wp:effectExtent l="0" t="0" r="6350" b="0"/>
                  <wp:wrapNone/>
                  <wp:docPr id="185" name="図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2500" cy="808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en-US" w:eastAsia="ja-JP"/>
              </w:rPr>
              <w:drawing>
                <wp:anchor distT="0" distB="0" distL="114300" distR="114300" simplePos="0" relativeHeight="251825152" behindDoc="0" locked="0" layoutInCell="1" allowOverlap="1" wp14:anchorId="43CE8901" wp14:editId="656AB4CB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-33020</wp:posOffset>
                  </wp:positionV>
                  <wp:extent cx="2041525" cy="1020445"/>
                  <wp:effectExtent l="0" t="0" r="0" b="8255"/>
                  <wp:wrapNone/>
                  <wp:docPr id="182" name="図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1525" cy="1020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0286" w:rsidRPr="00BC1F7B" w:rsidRDefault="00E25D29" w:rsidP="00BC1F7B">
            <w:pPr>
              <w:spacing w:after="0" w:line="240" w:lineRule="auto"/>
              <w:ind w:left="140" w:right="140"/>
              <w:jc w:val="right"/>
              <w:rPr>
                <w:sz w:val="20"/>
                <w:szCs w:val="20"/>
                <w:lang w:val="en-US"/>
              </w:rPr>
            </w:pPr>
            <w:r w:rsidRPr="00657318">
              <w:rPr>
                <w:noProof/>
                <w:lang w:val="en-US" w:eastAsia="ja-JP"/>
              </w:rPr>
              <w:drawing>
                <wp:anchor distT="0" distB="0" distL="114300" distR="114300" simplePos="0" relativeHeight="251814912" behindDoc="0" locked="0" layoutInCell="1" allowOverlap="1" wp14:anchorId="49A6A9E2" wp14:editId="19D030A6">
                  <wp:simplePos x="0" y="0"/>
                  <wp:positionH relativeFrom="column">
                    <wp:posOffset>2519045</wp:posOffset>
                  </wp:positionH>
                  <wp:positionV relativeFrom="paragraph">
                    <wp:posOffset>1358900</wp:posOffset>
                  </wp:positionV>
                  <wp:extent cx="1105535" cy="871855"/>
                  <wp:effectExtent l="0" t="0" r="0" b="4445"/>
                  <wp:wrapNone/>
                  <wp:docPr id="160" name="図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535" cy="871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265AC" w:rsidRPr="00E1710B"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62E71935" wp14:editId="56BEFC57">
                      <wp:simplePos x="0" y="0"/>
                      <wp:positionH relativeFrom="column">
                        <wp:posOffset>2090530</wp:posOffset>
                      </wp:positionH>
                      <wp:positionV relativeFrom="paragraph">
                        <wp:posOffset>450684</wp:posOffset>
                      </wp:positionV>
                      <wp:extent cx="1526651" cy="850790"/>
                      <wp:effectExtent l="0" t="0" r="0" b="6985"/>
                      <wp:wrapNone/>
                      <wp:docPr id="188" name="テキスト ボックス 1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6651" cy="8507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265AC" w:rsidRPr="001265AC" w:rsidRDefault="001265AC" w:rsidP="001265AC">
                                  <w:pPr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sz w:val="28"/>
                                      <w:lang w:eastAsia="ja-JP"/>
                                    </w:rPr>
                                  </w:pPr>
                                  <w:r w:rsidRPr="001265AC"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sz w:val="28"/>
                                      <w:lang w:eastAsia="ja-JP"/>
                                    </w:rPr>
                                    <w:t>Pork and Ginger</w:t>
                                  </w:r>
                                </w:p>
                                <w:p w:rsidR="001265AC" w:rsidRPr="001265AC" w:rsidRDefault="001265AC" w:rsidP="001265AC">
                                  <w:pPr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sz w:val="28"/>
                                      <w:lang w:eastAsia="ja-JP"/>
                                    </w:rPr>
                                  </w:pPr>
                                  <w:r w:rsidRPr="001265AC"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sz w:val="28"/>
                                      <w:lang w:eastAsia="ja-JP"/>
                                    </w:rPr>
                                    <w:t>stir fry</w:t>
                                  </w:r>
                                </w:p>
                                <w:p w:rsidR="001265AC" w:rsidRPr="00D67C79" w:rsidRDefault="001265AC" w:rsidP="001265AC">
                                  <w:pPr>
                                    <w:rPr>
                                      <w:rFonts w:ascii="HGP教科書体" w:eastAsia="HGP教科書体"/>
                                      <w:color w:val="000000" w:themeColor="text1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88" o:spid="_x0000_s1029" type="#_x0000_t202" style="position:absolute;left:0;text-align:left;margin-left:164.6pt;margin-top:35.5pt;width:120.2pt;height:67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" fillcolor="window" stroked="f" strokeweight=".5pt">
                      <v:textbox>
                        <w:txbxContent>
                          <w:p w:rsidR="001265AC" w:rsidRPr="001265AC" w:rsidRDefault="001265AC" w:rsidP="001265AC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8"/>
                                <w:lang w:eastAsia="ja-JP"/>
                              </w:rPr>
                            </w:pPr>
                            <w:r w:rsidRPr="001265AC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8"/>
                                <w:lang w:eastAsia="ja-JP"/>
                              </w:rPr>
                              <w:t>Pork and Ginger</w:t>
                            </w:r>
                          </w:p>
                          <w:p w:rsidR="001265AC" w:rsidRPr="001265AC" w:rsidRDefault="001265AC" w:rsidP="001265AC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8"/>
                                <w:lang w:eastAsia="ja-JP"/>
                              </w:rPr>
                            </w:pPr>
                            <w:r w:rsidRPr="001265AC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8"/>
                                <w:lang w:eastAsia="ja-JP"/>
                              </w:rPr>
                              <w:t>stir fry</w:t>
                            </w:r>
                          </w:p>
                          <w:p w:rsidR="001265AC" w:rsidRPr="00D67C79" w:rsidRDefault="001265AC" w:rsidP="001265AC">
                            <w:pPr>
                              <w:rPr>
                                <w:rFonts w:ascii="HGP教科書体" w:eastAsia="HGP教科書体"/>
                                <w:color w:val="000000" w:themeColor="text1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265AC" w:rsidRPr="00E1710B"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77E379A2" wp14:editId="6CBE287F">
                      <wp:simplePos x="0" y="0"/>
                      <wp:positionH relativeFrom="column">
                        <wp:posOffset>2282190</wp:posOffset>
                      </wp:positionH>
                      <wp:positionV relativeFrom="paragraph">
                        <wp:posOffset>140418</wp:posOffset>
                      </wp:positionV>
                      <wp:extent cx="1136650" cy="262255"/>
                      <wp:effectExtent l="0" t="0" r="6350" b="4445"/>
                      <wp:wrapNone/>
                      <wp:docPr id="186" name="テキスト ボックス 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6650" cy="262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265AC" w:rsidRPr="00D67C79" w:rsidRDefault="001265AC" w:rsidP="001265AC">
                                  <w:pPr>
                                    <w:rPr>
                                      <w:rFonts w:ascii="HGP教科書体" w:eastAsia="HGP教科書体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C00000"/>
                                      <w:sz w:val="21"/>
                                      <w:szCs w:val="28"/>
                                      <w:lang w:eastAsia="ja-JP"/>
                                    </w:rPr>
                                    <w:t>にく　Niku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86" o:spid="_x0000_s1030" type="#_x0000_t202" style="position:absolute;left:0;text-align:left;margin-left:179.7pt;margin-top:11.05pt;width:89.5pt;height:20.6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" fillcolor="window" stroked="f" strokeweight=".5pt">
                      <v:textbox>
                        <w:txbxContent>
                          <w:p w:rsidR="001265AC" w:rsidRPr="00D67C79" w:rsidRDefault="001265AC" w:rsidP="001265AC">
                            <w:pPr>
                              <w:rPr>
                                <w:rFonts w:ascii="HGP教科書体" w:eastAsia="HGP教科書体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C00000"/>
                                <w:sz w:val="21"/>
                                <w:szCs w:val="28"/>
                                <w:lang w:eastAsia="ja-JP"/>
                              </w:rPr>
                              <w:t>にく　Niku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00286" w:rsidRPr="00937557" w:rsidTr="00705DDC">
        <w:trPr>
          <w:cantSplit/>
          <w:trHeight w:hRule="exact" w:val="2160"/>
        </w:trPr>
        <w:tc>
          <w:tcPr>
            <w:tcW w:w="5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0286" w:rsidRPr="00937557" w:rsidRDefault="00AD192E" w:rsidP="00BC1F7B">
            <w:pPr>
              <w:spacing w:after="0" w:line="240" w:lineRule="auto"/>
              <w:ind w:left="140" w:right="140"/>
              <w:jc w:val="right"/>
              <w:rPr>
                <w:lang w:val="en-US"/>
              </w:rPr>
            </w:pPr>
            <w:r w:rsidRPr="00657318">
              <w:rPr>
                <w:noProof/>
                <w:lang w:val="en-US" w:eastAsia="ja-JP"/>
              </w:rPr>
              <w:drawing>
                <wp:anchor distT="0" distB="0" distL="114300" distR="114300" simplePos="0" relativeHeight="251821056" behindDoc="0" locked="0" layoutInCell="1" allowOverlap="1" wp14:anchorId="6777F979" wp14:editId="00AA864E">
                  <wp:simplePos x="0" y="0"/>
                  <wp:positionH relativeFrom="column">
                    <wp:posOffset>2683261</wp:posOffset>
                  </wp:positionH>
                  <wp:positionV relativeFrom="paragraph">
                    <wp:posOffset>1340846</wp:posOffset>
                  </wp:positionV>
                  <wp:extent cx="882650" cy="914400"/>
                  <wp:effectExtent l="0" t="0" r="0" b="0"/>
                  <wp:wrapNone/>
                  <wp:docPr id="179" name="図 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6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57318">
              <w:rPr>
                <w:noProof/>
                <w:lang w:val="en-US" w:eastAsia="ja-JP"/>
              </w:rPr>
              <w:drawing>
                <wp:anchor distT="0" distB="0" distL="114300" distR="114300" simplePos="0" relativeHeight="251860992" behindDoc="0" locked="0" layoutInCell="1" allowOverlap="1" wp14:anchorId="28EF0EAB" wp14:editId="76126FAA">
                  <wp:simplePos x="0" y="0"/>
                  <wp:positionH relativeFrom="column">
                    <wp:posOffset>758825</wp:posOffset>
                  </wp:positionH>
                  <wp:positionV relativeFrom="paragraph">
                    <wp:posOffset>1345181</wp:posOffset>
                  </wp:positionV>
                  <wp:extent cx="946150" cy="903605"/>
                  <wp:effectExtent l="0" t="0" r="6350" b="0"/>
                  <wp:wrapNone/>
                  <wp:docPr id="312" name="図 3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0" cy="903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A2511" w:rsidRPr="00E1710B"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3C52C548" wp14:editId="4E672842">
                      <wp:simplePos x="0" y="0"/>
                      <wp:positionH relativeFrom="column">
                        <wp:posOffset>2503805</wp:posOffset>
                      </wp:positionH>
                      <wp:positionV relativeFrom="paragraph">
                        <wp:posOffset>979280</wp:posOffset>
                      </wp:positionV>
                      <wp:extent cx="795130" cy="318052"/>
                      <wp:effectExtent l="0" t="0" r="5080" b="6350"/>
                      <wp:wrapNone/>
                      <wp:docPr id="191" name="テキスト ボックス 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5130" cy="31805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A2511" w:rsidRPr="000A2511" w:rsidRDefault="000A2511" w:rsidP="000A2511">
                                  <w:pPr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sz w:val="24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sz w:val="24"/>
                                      <w:lang w:eastAsia="ja-JP"/>
                                    </w:rPr>
                                    <w:t>Steak</w:t>
                                  </w:r>
                                </w:p>
                                <w:p w:rsidR="000A2511" w:rsidRPr="00D67C79" w:rsidRDefault="000A2511" w:rsidP="000A2511">
                                  <w:pPr>
                                    <w:rPr>
                                      <w:rFonts w:ascii="HGP教科書体" w:eastAsia="HGP教科書体"/>
                                      <w:color w:val="000000" w:themeColor="text1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91" o:spid="_x0000_s1031" type="#_x0000_t202" style="position:absolute;left:0;text-align:left;margin-left:197.15pt;margin-top:77.1pt;width:62.6pt;height:25.0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" fillcolor="window" stroked="f" strokeweight=".5pt">
                      <v:textbox>
                        <w:txbxContent>
                          <w:p w:rsidR="000A2511" w:rsidRPr="000A2511" w:rsidRDefault="000A2511" w:rsidP="000A2511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  <w:lang w:eastAsia="ja-JP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4"/>
                                <w:lang w:eastAsia="ja-JP"/>
                              </w:rPr>
                              <w:t>Steak</w:t>
                            </w:r>
                          </w:p>
                          <w:p w:rsidR="000A2511" w:rsidRPr="00D67C79" w:rsidRDefault="000A2511" w:rsidP="000A2511">
                            <w:pPr>
                              <w:rPr>
                                <w:rFonts w:ascii="HGP教科書体" w:eastAsia="HGP教科書体"/>
                                <w:color w:val="000000" w:themeColor="text1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A2511" w:rsidRPr="00E1710B"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6680424B" wp14:editId="617C1AAD">
                      <wp:simplePos x="0" y="0"/>
                      <wp:positionH relativeFrom="column">
                        <wp:posOffset>969397</wp:posOffset>
                      </wp:positionH>
                      <wp:positionV relativeFrom="paragraph">
                        <wp:posOffset>836323</wp:posOffset>
                      </wp:positionV>
                      <wp:extent cx="1534601" cy="508883"/>
                      <wp:effectExtent l="0" t="0" r="8890" b="5715"/>
                      <wp:wrapNone/>
                      <wp:docPr id="190" name="テキスト ボックス 1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34601" cy="50888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A2511" w:rsidRPr="000A2511" w:rsidRDefault="000A2511" w:rsidP="000A2511">
                                  <w:pPr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sz w:val="24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sz w:val="24"/>
                                      <w:lang w:eastAsia="ja-JP"/>
                                    </w:rPr>
                                    <w:t>Grilled asparagus and bacon</w:t>
                                  </w:r>
                                </w:p>
                                <w:p w:rsidR="000A2511" w:rsidRPr="00D67C79" w:rsidRDefault="000A2511" w:rsidP="000A2511">
                                  <w:pPr>
                                    <w:rPr>
                                      <w:rFonts w:ascii="HGP教科書体" w:eastAsia="HGP教科書体"/>
                                      <w:color w:val="000000" w:themeColor="text1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90" o:spid="_x0000_s1032" type="#_x0000_t202" style="position:absolute;left:0;text-align:left;margin-left:76.35pt;margin-top:65.85pt;width:120.85pt;height:40.0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" fillcolor="window" stroked="f" strokeweight=".5pt">
                      <v:textbox>
                        <w:txbxContent>
                          <w:p w:rsidR="000A2511" w:rsidRPr="000A2511" w:rsidRDefault="000A2511" w:rsidP="000A2511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  <w:lang w:eastAsia="ja-JP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4"/>
                                <w:lang w:eastAsia="ja-JP"/>
                              </w:rPr>
                              <w:t>Grilled asparagus and bacon</w:t>
                            </w:r>
                          </w:p>
                          <w:p w:rsidR="000A2511" w:rsidRPr="00D67C79" w:rsidRDefault="000A2511" w:rsidP="000A2511">
                            <w:pPr>
                              <w:rPr>
                                <w:rFonts w:ascii="HGP教科書体" w:eastAsia="HGP教科書体"/>
                                <w:color w:val="000000" w:themeColor="text1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A2511" w:rsidRPr="00E1710B"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71183A1C" wp14:editId="497A2727">
                      <wp:simplePos x="0" y="0"/>
                      <wp:positionH relativeFrom="column">
                        <wp:posOffset>38762</wp:posOffset>
                      </wp:positionH>
                      <wp:positionV relativeFrom="paragraph">
                        <wp:posOffset>931379</wp:posOffset>
                      </wp:positionV>
                      <wp:extent cx="795130" cy="413385"/>
                      <wp:effectExtent l="0" t="0" r="5080" b="5715"/>
                      <wp:wrapNone/>
                      <wp:docPr id="189" name="テキスト ボックス 1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5130" cy="4133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A2511" w:rsidRPr="000A2511" w:rsidRDefault="000A2511" w:rsidP="000A2511">
                                  <w:pPr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sz w:val="24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sz w:val="24"/>
                                      <w:lang w:eastAsia="ja-JP"/>
                                    </w:rPr>
                                    <w:t>Sausage</w:t>
                                  </w:r>
                                </w:p>
                                <w:p w:rsidR="000A2511" w:rsidRPr="00D67C79" w:rsidRDefault="000A2511" w:rsidP="000A2511">
                                  <w:pPr>
                                    <w:rPr>
                                      <w:rFonts w:ascii="HGP教科書体" w:eastAsia="HGP教科書体"/>
                                      <w:color w:val="000000" w:themeColor="text1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89" o:spid="_x0000_s1033" type="#_x0000_t202" style="position:absolute;left:0;text-align:left;margin-left:3.05pt;margin-top:73.35pt;width:62.6pt;height:32.5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" fillcolor="window" stroked="f" strokeweight=".5pt">
                      <v:textbox>
                        <w:txbxContent>
                          <w:p w:rsidR="000A2511" w:rsidRPr="000A2511" w:rsidRDefault="000A2511" w:rsidP="000A2511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  <w:lang w:eastAsia="ja-JP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4"/>
                                <w:lang w:eastAsia="ja-JP"/>
                              </w:rPr>
                              <w:t>Sausage</w:t>
                            </w:r>
                          </w:p>
                          <w:p w:rsidR="000A2511" w:rsidRPr="00D67C79" w:rsidRDefault="000A2511" w:rsidP="000A2511">
                            <w:pPr>
                              <w:rPr>
                                <w:rFonts w:ascii="HGP教科書体" w:eastAsia="HGP教科書体"/>
                                <w:color w:val="000000" w:themeColor="text1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4" w:type="dxa"/>
            <w:tcBorders>
              <w:left w:val="nil"/>
              <w:right w:val="nil"/>
            </w:tcBorders>
            <w:shd w:val="clear" w:color="auto" w:fill="auto"/>
          </w:tcPr>
          <w:p w:rsidR="00800286" w:rsidRPr="00937557" w:rsidRDefault="001265AC" w:rsidP="00BC1F7B">
            <w:pPr>
              <w:spacing w:after="0" w:line="240" w:lineRule="auto"/>
              <w:ind w:left="140" w:right="140"/>
              <w:jc w:val="right"/>
              <w:rPr>
                <w:lang w:val="en-US"/>
              </w:rPr>
            </w:pPr>
            <w:r w:rsidRPr="00657318">
              <w:rPr>
                <w:noProof/>
                <w:lang w:val="en-US" w:eastAsia="ja-JP"/>
              </w:rPr>
              <w:drawing>
                <wp:anchor distT="0" distB="0" distL="114300" distR="114300" simplePos="0" relativeHeight="251822080" behindDoc="0" locked="0" layoutInCell="1" allowOverlap="1" wp14:anchorId="6E3CDB0E" wp14:editId="2FACAAC3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1348381</wp:posOffset>
                  </wp:positionV>
                  <wp:extent cx="999490" cy="861060"/>
                  <wp:effectExtent l="0" t="0" r="0" b="0"/>
                  <wp:wrapNone/>
                  <wp:docPr id="180" name="図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49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0286" w:rsidRPr="00937557" w:rsidRDefault="00AD192E" w:rsidP="00BC1F7B">
            <w:pPr>
              <w:spacing w:after="0" w:line="240" w:lineRule="auto"/>
              <w:ind w:left="140" w:right="140"/>
              <w:jc w:val="right"/>
              <w:rPr>
                <w:lang w:val="en-US"/>
              </w:rPr>
            </w:pPr>
            <w:r w:rsidRPr="00E1710B"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0E1FCC4A" wp14:editId="74ECF75D">
                      <wp:simplePos x="0" y="0"/>
                      <wp:positionH relativeFrom="column">
                        <wp:posOffset>1416685</wp:posOffset>
                      </wp:positionH>
                      <wp:positionV relativeFrom="paragraph">
                        <wp:posOffset>980440</wp:posOffset>
                      </wp:positionV>
                      <wp:extent cx="1136650" cy="262255"/>
                      <wp:effectExtent l="0" t="0" r="6350" b="4445"/>
                      <wp:wrapNone/>
                      <wp:docPr id="413" name="テキスト ボックス 4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6650" cy="262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D192E" w:rsidRPr="00D67C79" w:rsidRDefault="00AD192E" w:rsidP="00AD192E">
                                  <w:pPr>
                                    <w:rPr>
                                      <w:rFonts w:ascii="HGP教科書体" w:eastAsia="HGP教科書体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C00000"/>
                                      <w:sz w:val="21"/>
                                      <w:szCs w:val="28"/>
                                      <w:lang w:eastAsia="ja-JP"/>
                                    </w:rPr>
                                    <w:t>さかなsakana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13" o:spid="_x0000_s1034" type="#_x0000_t202" style="position:absolute;left:0;text-align:left;margin-left:111.55pt;margin-top:77.2pt;width:89.5pt;height:20.6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" fillcolor="window" stroked="f" strokeweight=".5pt">
                      <v:textbox>
                        <w:txbxContent>
                          <w:p w:rsidR="00AD192E" w:rsidRPr="00D67C79" w:rsidRDefault="00AD192E" w:rsidP="00AD192E">
                            <w:pPr>
                              <w:rPr>
                                <w:rFonts w:ascii="HGP教科書体" w:eastAsia="HGP教科書体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C00000"/>
                                <w:sz w:val="21"/>
                                <w:szCs w:val="28"/>
                                <w:lang w:eastAsia="ja-JP"/>
                              </w:rPr>
                              <w:t>さかなsakana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A2511" w:rsidRPr="00E1710B"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41DAABBD" wp14:editId="7CFB3C5C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939606</wp:posOffset>
                      </wp:positionV>
                      <wp:extent cx="1621790" cy="262255"/>
                      <wp:effectExtent l="0" t="0" r="0" b="4445"/>
                      <wp:wrapNone/>
                      <wp:docPr id="401" name="テキスト ボックス 4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21790" cy="262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A2511" w:rsidRPr="000A2511" w:rsidRDefault="000A2511" w:rsidP="000A2511">
                                  <w:pPr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lang w:eastAsia="ja-JP"/>
                                    </w:rPr>
                                    <w:t>Grilled salmon</w:t>
                                  </w:r>
                                  <w:r w:rsidR="00AD192E">
                                    <w:rPr>
                                      <w:rFonts w:ascii="HGPｺﾞｼｯｸE" w:eastAsia="HGPｺﾞｼｯｸE" w:hAnsi="HGPｺﾞｼｯｸE" w:hint="eastAsia"/>
                                      <w:noProof/>
                                      <w:color w:val="000000" w:themeColor="text1"/>
                                      <w:lang w:val="en-US" w:eastAsia="ja-JP"/>
                                    </w:rPr>
                                    <w:drawing>
                                      <wp:inline distT="0" distB="0" distL="0" distR="0" wp14:anchorId="174FA231" wp14:editId="650DDD42">
                                        <wp:extent cx="1137285" cy="262255"/>
                                        <wp:effectExtent l="0" t="0" r="5715" b="4445"/>
                                        <wp:docPr id="412" name="図 4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9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37285" cy="2622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0A2511" w:rsidRPr="001265AC" w:rsidRDefault="000A2511" w:rsidP="000A2511">
                                  <w:pPr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sz w:val="28"/>
                                      <w:lang w:eastAsia="ja-JP"/>
                                    </w:rPr>
                                  </w:pPr>
                                  <w:r w:rsidRPr="001265AC"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sz w:val="28"/>
                                      <w:lang w:eastAsia="ja-JP"/>
                                    </w:rPr>
                                    <w:t>stir fry</w:t>
                                  </w:r>
                                </w:p>
                                <w:p w:rsidR="000A2511" w:rsidRPr="00D67C79" w:rsidRDefault="000A2511" w:rsidP="000A2511">
                                  <w:pPr>
                                    <w:rPr>
                                      <w:rFonts w:ascii="HGP教科書体" w:eastAsia="HGP教科書体"/>
                                      <w:color w:val="000000" w:themeColor="text1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01" o:spid="_x0000_s1035" type="#_x0000_t202" style="position:absolute;left:0;text-align:left;margin-left:19.35pt;margin-top:74pt;width:127.7pt;height:20.6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" fillcolor="window" stroked="f" strokeweight=".5pt">
                      <v:textbox>
                        <w:txbxContent>
                          <w:p w:rsidR="000A2511" w:rsidRPr="000A2511" w:rsidRDefault="000A2511" w:rsidP="000A2511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lang w:eastAsia="ja-JP"/>
                              </w:rPr>
                              <w:t>Grilled salmon</w:t>
                            </w:r>
                            <w:r w:rsidR="00AD192E">
                              <w:rPr>
                                <w:rFonts w:ascii="HGPｺﾞｼｯｸE" w:eastAsia="HGPｺﾞｼｯｸE" w:hAnsi="HGPｺﾞｼｯｸE" w:hint="eastAsia"/>
                                <w:noProof/>
                                <w:color w:val="000000" w:themeColor="text1"/>
                                <w:lang w:val="en-US" w:eastAsia="ja-JP"/>
                              </w:rPr>
                              <w:drawing>
                                <wp:inline distT="0" distB="0" distL="0" distR="0" wp14:anchorId="174FA231" wp14:editId="650DDD42">
                                  <wp:extent cx="1137285" cy="262255"/>
                                  <wp:effectExtent l="0" t="0" r="5715" b="4445"/>
                                  <wp:docPr id="412" name="図 4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7285" cy="262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A2511" w:rsidRPr="001265AC" w:rsidRDefault="000A2511" w:rsidP="000A2511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8"/>
                                <w:lang w:eastAsia="ja-JP"/>
                              </w:rPr>
                            </w:pPr>
                            <w:r w:rsidRPr="001265AC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8"/>
                                <w:lang w:eastAsia="ja-JP"/>
                              </w:rPr>
                              <w:t>stir fry</w:t>
                            </w:r>
                          </w:p>
                          <w:p w:rsidR="000A2511" w:rsidRPr="00D67C79" w:rsidRDefault="000A2511" w:rsidP="000A2511">
                            <w:pPr>
                              <w:rPr>
                                <w:rFonts w:ascii="HGP教科書体" w:eastAsia="HGP教科書体"/>
                                <w:color w:val="000000" w:themeColor="text1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A2511" w:rsidRPr="00E1710B"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4D47994C" wp14:editId="4ED0C676">
                      <wp:simplePos x="0" y="0"/>
                      <wp:positionH relativeFrom="column">
                        <wp:posOffset>2614433</wp:posOffset>
                      </wp:positionH>
                      <wp:positionV relativeFrom="paragraph">
                        <wp:posOffset>1034415</wp:posOffset>
                      </wp:positionV>
                      <wp:extent cx="803082" cy="302149"/>
                      <wp:effectExtent l="0" t="0" r="0" b="3175"/>
                      <wp:wrapNone/>
                      <wp:docPr id="402" name="テキスト ボックス 4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3082" cy="30214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A2511" w:rsidRPr="000A2511" w:rsidRDefault="000A2511" w:rsidP="000A2511">
                                  <w:pPr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lang w:eastAsia="ja-JP"/>
                                    </w:rPr>
                                    <w:t>Fried fish</w:t>
                                  </w:r>
                                </w:p>
                                <w:p w:rsidR="000A2511" w:rsidRPr="001265AC" w:rsidRDefault="000A2511" w:rsidP="000A2511">
                                  <w:pPr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sz w:val="28"/>
                                      <w:lang w:eastAsia="ja-JP"/>
                                    </w:rPr>
                                  </w:pPr>
                                  <w:r w:rsidRPr="001265AC"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sz w:val="28"/>
                                      <w:lang w:eastAsia="ja-JP"/>
                                    </w:rPr>
                                    <w:t>stir fry</w:t>
                                  </w:r>
                                </w:p>
                                <w:p w:rsidR="000A2511" w:rsidRPr="00D67C79" w:rsidRDefault="000A2511" w:rsidP="000A2511">
                                  <w:pPr>
                                    <w:rPr>
                                      <w:rFonts w:ascii="HGP教科書体" w:eastAsia="HGP教科書体"/>
                                      <w:color w:val="000000" w:themeColor="text1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02" o:spid="_x0000_s1036" type="#_x0000_t202" style="position:absolute;left:0;text-align:left;margin-left:205.85pt;margin-top:81.45pt;width:63.25pt;height:23.8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" fillcolor="window" stroked="f" strokeweight=".5pt">
                      <v:textbox>
                        <w:txbxContent>
                          <w:p w:rsidR="000A2511" w:rsidRPr="000A2511" w:rsidRDefault="000A2511" w:rsidP="000A2511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lang w:eastAsia="ja-JP"/>
                              </w:rPr>
                              <w:t>Fried fish</w:t>
                            </w:r>
                          </w:p>
                          <w:p w:rsidR="000A2511" w:rsidRPr="001265AC" w:rsidRDefault="000A2511" w:rsidP="000A2511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8"/>
                                <w:lang w:eastAsia="ja-JP"/>
                              </w:rPr>
                            </w:pPr>
                            <w:r w:rsidRPr="001265AC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8"/>
                                <w:lang w:eastAsia="ja-JP"/>
                              </w:rPr>
                              <w:t>stir fry</w:t>
                            </w:r>
                          </w:p>
                          <w:p w:rsidR="000A2511" w:rsidRPr="00D67C79" w:rsidRDefault="000A2511" w:rsidP="000A2511">
                            <w:pPr>
                              <w:rPr>
                                <w:rFonts w:ascii="HGP教科書体" w:eastAsia="HGP教科書体"/>
                                <w:color w:val="000000" w:themeColor="text1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265AC" w:rsidRPr="00657318">
              <w:rPr>
                <w:noProof/>
                <w:lang w:val="en-US" w:eastAsia="ja-JP"/>
              </w:rPr>
              <w:drawing>
                <wp:anchor distT="0" distB="0" distL="114300" distR="114300" simplePos="0" relativeHeight="251803648" behindDoc="0" locked="0" layoutInCell="1" allowOverlap="1" wp14:anchorId="3A5A6C24" wp14:editId="39F381A9">
                  <wp:simplePos x="0" y="0"/>
                  <wp:positionH relativeFrom="column">
                    <wp:posOffset>2468245</wp:posOffset>
                  </wp:positionH>
                  <wp:positionV relativeFrom="paragraph">
                    <wp:posOffset>1344295</wp:posOffset>
                  </wp:positionV>
                  <wp:extent cx="1095375" cy="786765"/>
                  <wp:effectExtent l="0" t="0" r="9525" b="0"/>
                  <wp:wrapNone/>
                  <wp:docPr id="313" name="図 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786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00286" w:rsidRPr="00937557" w:rsidTr="00705DDC">
        <w:trPr>
          <w:cantSplit/>
          <w:trHeight w:hRule="exact" w:val="2160"/>
        </w:trPr>
        <w:tc>
          <w:tcPr>
            <w:tcW w:w="5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0286" w:rsidRPr="00937557" w:rsidRDefault="00705DDC" w:rsidP="00BC1F7B">
            <w:pPr>
              <w:spacing w:after="0" w:line="240" w:lineRule="auto"/>
              <w:ind w:left="140" w:right="140"/>
              <w:jc w:val="right"/>
              <w:rPr>
                <w:lang w:val="en-US"/>
              </w:rPr>
            </w:pPr>
            <w:r w:rsidRPr="00E1710B"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1734CD29" wp14:editId="5FAF63CD">
                      <wp:simplePos x="0" y="0"/>
                      <wp:positionH relativeFrom="column">
                        <wp:posOffset>1779270</wp:posOffset>
                      </wp:positionH>
                      <wp:positionV relativeFrom="paragraph">
                        <wp:posOffset>83544</wp:posOffset>
                      </wp:positionV>
                      <wp:extent cx="826770" cy="262255"/>
                      <wp:effectExtent l="0" t="0" r="0" b="444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26770" cy="262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05DDC" w:rsidRPr="00D67C79" w:rsidRDefault="00705DDC" w:rsidP="00705DDC">
                                  <w:pPr>
                                    <w:rPr>
                                      <w:rFonts w:ascii="HGP教科書体" w:eastAsia="HGP教科書体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C00000"/>
                                      <w:sz w:val="21"/>
                                      <w:szCs w:val="28"/>
                                      <w:lang w:eastAsia="ja-JP"/>
                                    </w:rPr>
                                    <w:t>にく　Niku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" o:spid="_x0000_s1037" type="#_x0000_t202" style="position:absolute;left:0;text-align:left;margin-left:140.1pt;margin-top:6.6pt;width:65.1pt;height:20.6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" fillcolor="window" stroked="f" strokeweight=".5pt">
                      <v:textbox>
                        <w:txbxContent>
                          <w:p w:rsidR="00705DDC" w:rsidRPr="00D67C79" w:rsidRDefault="00705DDC" w:rsidP="00705DDC">
                            <w:pPr>
                              <w:rPr>
                                <w:rFonts w:ascii="HGP教科書体" w:eastAsia="HGP教科書体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C00000"/>
                                <w:sz w:val="21"/>
                                <w:szCs w:val="28"/>
                                <w:lang w:eastAsia="ja-JP"/>
                              </w:rPr>
                              <w:t>にく　Niku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D192E" w:rsidRPr="00E1710B"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66949B5E" wp14:editId="6E195490">
                      <wp:simplePos x="0" y="0"/>
                      <wp:positionH relativeFrom="column">
                        <wp:posOffset>1931422</wp:posOffset>
                      </wp:positionH>
                      <wp:positionV relativeFrom="paragraph">
                        <wp:posOffset>657225</wp:posOffset>
                      </wp:positionV>
                      <wp:extent cx="826935" cy="349857"/>
                      <wp:effectExtent l="0" t="0" r="0" b="0"/>
                      <wp:wrapNone/>
                      <wp:docPr id="408" name="テキスト ボックス 4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26935" cy="34985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D192E" w:rsidRPr="000A2511" w:rsidRDefault="00AD192E" w:rsidP="00AD192E">
                                  <w:pPr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lang w:eastAsia="ja-JP"/>
                                    </w:rPr>
                                    <w:t>Meat balls</w:t>
                                  </w:r>
                                </w:p>
                                <w:p w:rsidR="00AD192E" w:rsidRPr="001265AC" w:rsidRDefault="00AD192E" w:rsidP="00AD192E">
                                  <w:pPr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sz w:val="28"/>
                                      <w:lang w:eastAsia="ja-JP"/>
                                    </w:rPr>
                                  </w:pPr>
                                  <w:r w:rsidRPr="001265AC"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sz w:val="28"/>
                                      <w:lang w:eastAsia="ja-JP"/>
                                    </w:rPr>
                                    <w:t>stir fry</w:t>
                                  </w:r>
                                </w:p>
                                <w:p w:rsidR="00AD192E" w:rsidRPr="00D67C79" w:rsidRDefault="00AD192E" w:rsidP="00AD192E">
                                  <w:pPr>
                                    <w:rPr>
                                      <w:rFonts w:ascii="HGP教科書体" w:eastAsia="HGP教科書体"/>
                                      <w:color w:val="000000" w:themeColor="text1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08" o:spid="_x0000_s1038" type="#_x0000_t202" style="position:absolute;left:0;text-align:left;margin-left:152.1pt;margin-top:51.75pt;width:65.1pt;height:27.5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" fillcolor="window" stroked="f" strokeweight=".5pt">
                      <v:textbox>
                        <w:txbxContent>
                          <w:p w:rsidR="00AD192E" w:rsidRPr="000A2511" w:rsidRDefault="00AD192E" w:rsidP="00AD192E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lang w:eastAsia="ja-JP"/>
                              </w:rPr>
                              <w:t>Meat balls</w:t>
                            </w:r>
                          </w:p>
                          <w:p w:rsidR="00AD192E" w:rsidRPr="001265AC" w:rsidRDefault="00AD192E" w:rsidP="00AD192E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8"/>
                                <w:lang w:eastAsia="ja-JP"/>
                              </w:rPr>
                            </w:pPr>
                            <w:r w:rsidRPr="001265AC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8"/>
                                <w:lang w:eastAsia="ja-JP"/>
                              </w:rPr>
                              <w:t>stir fry</w:t>
                            </w:r>
                          </w:p>
                          <w:p w:rsidR="00AD192E" w:rsidRPr="00D67C79" w:rsidRDefault="00AD192E" w:rsidP="00AD192E">
                            <w:pPr>
                              <w:rPr>
                                <w:rFonts w:ascii="HGP教科書体" w:eastAsia="HGP教科書体"/>
                                <w:color w:val="000000" w:themeColor="text1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A2511" w:rsidRPr="00E1710B"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5CCE1C56" wp14:editId="6A21EB07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784860</wp:posOffset>
                      </wp:positionV>
                      <wp:extent cx="2997641" cy="604299"/>
                      <wp:effectExtent l="0" t="0" r="0" b="5715"/>
                      <wp:wrapNone/>
                      <wp:docPr id="407" name="テキスト ボックス 4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97641" cy="60429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A2511" w:rsidRPr="000A2511" w:rsidRDefault="0008130F" w:rsidP="000A2511">
                                  <w:pPr>
                                    <w:rPr>
                                      <w:rFonts w:ascii="HGPｺﾞｼｯｸE" w:eastAsia="HGPｺﾞｼｯｸE" w:hAnsi="HGPｺﾞｼｯｸE"/>
                                      <w:i/>
                                      <w:color w:val="000000" w:themeColor="text1"/>
                                      <w:sz w:val="2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i/>
                                      <w:color w:val="000000" w:themeColor="text1"/>
                                      <w:sz w:val="21"/>
                                      <w:lang w:eastAsia="ja-JP"/>
                                    </w:rPr>
                                    <w:t>Nikuj</w:t>
                                  </w:r>
                                  <w:r w:rsidR="000A2511" w:rsidRPr="000A2511">
                                    <w:rPr>
                                      <w:rFonts w:ascii="HGPｺﾞｼｯｸE" w:eastAsia="HGPｺﾞｼｯｸE" w:hAnsi="HGPｺﾞｼｯｸE" w:hint="eastAsia"/>
                                      <w:i/>
                                      <w:color w:val="000000" w:themeColor="text1"/>
                                      <w:sz w:val="21"/>
                                      <w:lang w:eastAsia="ja-JP"/>
                                    </w:rPr>
                                    <w:t>aga</w:t>
                                  </w:r>
                                </w:p>
                                <w:p w:rsidR="000A2511" w:rsidRPr="000A2511" w:rsidRDefault="000A2511" w:rsidP="000A2511">
                                  <w:pPr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sz w:val="21"/>
                                      <w:lang w:eastAsia="ja-JP"/>
                                    </w:rPr>
                                  </w:pPr>
                                  <w:r w:rsidRPr="000A2511"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sz w:val="21"/>
                                      <w:lang w:eastAsia="ja-JP"/>
                                    </w:rPr>
                                    <w:t>Japanese style boiled Beef and vegetables</w:t>
                                  </w:r>
                                </w:p>
                                <w:p w:rsidR="000A2511" w:rsidRPr="001265AC" w:rsidRDefault="000A2511" w:rsidP="000A2511">
                                  <w:pPr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sz w:val="28"/>
                                      <w:lang w:eastAsia="ja-JP"/>
                                    </w:rPr>
                                  </w:pPr>
                                  <w:r w:rsidRPr="001265AC"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sz w:val="28"/>
                                      <w:lang w:eastAsia="ja-JP"/>
                                    </w:rPr>
                                    <w:t>stir fry</w:t>
                                  </w:r>
                                </w:p>
                                <w:p w:rsidR="000A2511" w:rsidRPr="00D67C79" w:rsidRDefault="000A2511" w:rsidP="000A2511">
                                  <w:pPr>
                                    <w:rPr>
                                      <w:rFonts w:ascii="HGP教科書体" w:eastAsia="HGP教科書体"/>
                                      <w:color w:val="000000" w:themeColor="text1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07" o:spid="_x0000_s1039" type="#_x0000_t202" style="position:absolute;left:0;text-align:left;margin-left:-3.85pt;margin-top:61.8pt;width:236.05pt;height:47.6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" fillcolor="window" stroked="f" strokeweight=".5pt">
                      <v:textbox>
                        <w:txbxContent>
                          <w:p w:rsidR="000A2511" w:rsidRPr="000A2511" w:rsidRDefault="0008130F" w:rsidP="000A2511">
                            <w:pPr>
                              <w:rPr>
                                <w:rFonts w:ascii="HGPｺﾞｼｯｸE" w:eastAsia="HGPｺﾞｼｯｸE" w:hAnsi="HGPｺﾞｼｯｸE"/>
                                <w:i/>
                                <w:color w:val="000000" w:themeColor="text1"/>
                                <w:sz w:val="21"/>
                                <w:lang w:eastAsia="ja-JP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i/>
                                <w:color w:val="000000" w:themeColor="text1"/>
                                <w:sz w:val="21"/>
                                <w:lang w:eastAsia="ja-JP"/>
                              </w:rPr>
                              <w:t>Nikuj</w:t>
                            </w:r>
                            <w:bookmarkStart w:id="1" w:name="_GoBack"/>
                            <w:bookmarkEnd w:id="1"/>
                            <w:r w:rsidR="000A2511" w:rsidRPr="000A2511">
                              <w:rPr>
                                <w:rFonts w:ascii="HGPｺﾞｼｯｸE" w:eastAsia="HGPｺﾞｼｯｸE" w:hAnsi="HGPｺﾞｼｯｸE" w:hint="eastAsia"/>
                                <w:i/>
                                <w:color w:val="000000" w:themeColor="text1"/>
                                <w:sz w:val="21"/>
                                <w:lang w:eastAsia="ja-JP"/>
                              </w:rPr>
                              <w:t>aga</w:t>
                            </w:r>
                          </w:p>
                          <w:p w:rsidR="000A2511" w:rsidRPr="000A2511" w:rsidRDefault="000A2511" w:rsidP="000A2511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1"/>
                                <w:lang w:eastAsia="ja-JP"/>
                              </w:rPr>
                            </w:pPr>
                            <w:r w:rsidRPr="000A2511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1"/>
                                <w:lang w:eastAsia="ja-JP"/>
                              </w:rPr>
                              <w:t>Japanese style boiled Beef and vegetables</w:t>
                            </w:r>
                          </w:p>
                          <w:p w:rsidR="000A2511" w:rsidRPr="001265AC" w:rsidRDefault="000A2511" w:rsidP="000A2511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8"/>
                                <w:lang w:eastAsia="ja-JP"/>
                              </w:rPr>
                            </w:pPr>
                            <w:r w:rsidRPr="001265AC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8"/>
                                <w:lang w:eastAsia="ja-JP"/>
                              </w:rPr>
                              <w:t>stir fry</w:t>
                            </w:r>
                          </w:p>
                          <w:p w:rsidR="000A2511" w:rsidRPr="00D67C79" w:rsidRDefault="000A2511" w:rsidP="000A2511">
                            <w:pPr>
                              <w:rPr>
                                <w:rFonts w:ascii="HGP教科書体" w:eastAsia="HGP教科書体"/>
                                <w:color w:val="000000" w:themeColor="text1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4" w:type="dxa"/>
            <w:tcBorders>
              <w:left w:val="nil"/>
              <w:right w:val="nil"/>
            </w:tcBorders>
            <w:shd w:val="clear" w:color="auto" w:fill="auto"/>
          </w:tcPr>
          <w:p w:rsidR="00800286" w:rsidRPr="00937557" w:rsidRDefault="00E25D29" w:rsidP="00BC1F7B">
            <w:pPr>
              <w:spacing w:after="0" w:line="240" w:lineRule="auto"/>
              <w:ind w:left="140" w:right="140"/>
              <w:jc w:val="right"/>
              <w:rPr>
                <w:lang w:val="en-US"/>
              </w:rPr>
            </w:pPr>
            <w:r>
              <w:rPr>
                <w:noProof/>
                <w:lang w:val="en-US" w:eastAsia="ja-JP"/>
              </w:rPr>
              <w:drawing>
                <wp:anchor distT="0" distB="0" distL="114300" distR="114300" simplePos="0" relativeHeight="251785216" behindDoc="0" locked="0" layoutInCell="1" allowOverlap="1" wp14:anchorId="324258F0" wp14:editId="365AD085">
                  <wp:simplePos x="0" y="0"/>
                  <wp:positionH relativeFrom="column">
                    <wp:posOffset>27940</wp:posOffset>
                  </wp:positionH>
                  <wp:positionV relativeFrom="paragraph">
                    <wp:posOffset>1345565</wp:posOffset>
                  </wp:positionV>
                  <wp:extent cx="2169160" cy="914400"/>
                  <wp:effectExtent l="0" t="0" r="2540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916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0286" w:rsidRPr="00937557" w:rsidRDefault="00AD192E" w:rsidP="00BC1F7B">
            <w:pPr>
              <w:spacing w:after="0" w:line="240" w:lineRule="auto"/>
              <w:ind w:left="140" w:right="140"/>
              <w:jc w:val="right"/>
              <w:rPr>
                <w:lang w:val="en-US"/>
              </w:rPr>
            </w:pPr>
            <w:r w:rsidRPr="00E1710B"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54FE5648" wp14:editId="3C40EB70">
                      <wp:simplePos x="0" y="0"/>
                      <wp:positionH relativeFrom="column">
                        <wp:posOffset>1211111</wp:posOffset>
                      </wp:positionH>
                      <wp:positionV relativeFrom="paragraph">
                        <wp:posOffset>341244</wp:posOffset>
                      </wp:positionV>
                      <wp:extent cx="1136650" cy="262255"/>
                      <wp:effectExtent l="0" t="0" r="6350" b="4445"/>
                      <wp:wrapNone/>
                      <wp:docPr id="414" name="テキスト ボックス 4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6650" cy="262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D192E" w:rsidRPr="00D67C79" w:rsidRDefault="00AD192E" w:rsidP="00AD192E">
                                  <w:pPr>
                                    <w:rPr>
                                      <w:rFonts w:ascii="HGP教科書体" w:eastAsia="HGP教科書体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C00000"/>
                                      <w:sz w:val="21"/>
                                      <w:szCs w:val="28"/>
                                      <w:lang w:eastAsia="ja-JP"/>
                                    </w:rPr>
                                    <w:t>さかなsakana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14" o:spid="_x0000_s1040" type="#_x0000_t202" style="position:absolute;left:0;text-align:left;margin-left:95.35pt;margin-top:26.85pt;width:89.5pt;height:20.6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" fillcolor="window" stroked="f" strokeweight=".5pt">
                      <v:textbox>
                        <w:txbxContent>
                          <w:p w:rsidR="00AD192E" w:rsidRPr="00D67C79" w:rsidRDefault="00AD192E" w:rsidP="00AD192E">
                            <w:pPr>
                              <w:rPr>
                                <w:rFonts w:ascii="HGP教科書体" w:eastAsia="HGP教科書体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C00000"/>
                                <w:sz w:val="21"/>
                                <w:szCs w:val="28"/>
                                <w:lang w:eastAsia="ja-JP"/>
                              </w:rPr>
                              <w:t>さかなsakana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A2511" w:rsidRPr="00E1710B"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2194F504" wp14:editId="6A885F4F">
                      <wp:simplePos x="0" y="0"/>
                      <wp:positionH relativeFrom="column">
                        <wp:posOffset>1955441</wp:posOffset>
                      </wp:positionH>
                      <wp:positionV relativeFrom="paragraph">
                        <wp:posOffset>752640</wp:posOffset>
                      </wp:positionV>
                      <wp:extent cx="1622066" cy="691156"/>
                      <wp:effectExtent l="0" t="0" r="0" b="0"/>
                      <wp:wrapNone/>
                      <wp:docPr id="404" name="テキスト ボックス 4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22066" cy="69115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A2511" w:rsidRDefault="000A2511" w:rsidP="000A2511">
                                  <w:pPr>
                                    <w:rPr>
                                      <w:rFonts w:ascii="HGPｺﾞｼｯｸE" w:eastAsia="HGPｺﾞｼｯｸE" w:hAnsi="HGPｺﾞｼｯｸE"/>
                                      <w:i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i/>
                                      <w:color w:val="000000" w:themeColor="text1"/>
                                      <w:lang w:eastAsia="ja-JP"/>
                                    </w:rPr>
                                    <w:t xml:space="preserve">Kamaboko </w:t>
                                  </w:r>
                                </w:p>
                                <w:p w:rsidR="000A2511" w:rsidRPr="000A2511" w:rsidRDefault="000A2511" w:rsidP="000A2511">
                                  <w:pPr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 w:rsidRPr="000A2511"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lang w:eastAsia="ja-JP"/>
                                    </w:rPr>
                                    <w:t>steamed fish paste</w:t>
                                  </w:r>
                                </w:p>
                                <w:p w:rsidR="000A2511" w:rsidRPr="000A2511" w:rsidRDefault="000A2511" w:rsidP="000A2511">
                                  <w:pPr>
                                    <w:rPr>
                                      <w:rFonts w:ascii="HGPｺﾞｼｯｸE" w:eastAsia="HGPｺﾞｼｯｸE" w:hAnsi="HGPｺﾞｼｯｸE"/>
                                      <w:i/>
                                      <w:color w:val="000000" w:themeColor="text1"/>
                                      <w:lang w:eastAsia="ja-JP"/>
                                    </w:rPr>
                                  </w:pPr>
                                </w:p>
                                <w:p w:rsidR="000A2511" w:rsidRPr="001265AC" w:rsidRDefault="000A2511" w:rsidP="000A2511">
                                  <w:pPr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sz w:val="28"/>
                                      <w:lang w:eastAsia="ja-JP"/>
                                    </w:rPr>
                                  </w:pPr>
                                  <w:r w:rsidRPr="001265AC"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sz w:val="28"/>
                                      <w:lang w:eastAsia="ja-JP"/>
                                    </w:rPr>
                                    <w:t>stir fry</w:t>
                                  </w:r>
                                </w:p>
                                <w:p w:rsidR="000A2511" w:rsidRPr="00D67C79" w:rsidRDefault="000A2511" w:rsidP="000A2511">
                                  <w:pPr>
                                    <w:rPr>
                                      <w:rFonts w:ascii="HGP教科書体" w:eastAsia="HGP教科書体"/>
                                      <w:color w:val="000000" w:themeColor="text1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04" o:spid="_x0000_s1041" type="#_x0000_t202" style="position:absolute;left:0;text-align:left;margin-left:153.95pt;margin-top:59.25pt;width:127.7pt;height:54.4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" fillcolor="window" stroked="f" strokeweight=".5pt">
                      <v:textbox>
                        <w:txbxContent>
                          <w:p w:rsidR="000A2511" w:rsidRDefault="000A2511" w:rsidP="000A2511">
                            <w:pPr>
                              <w:rPr>
                                <w:rFonts w:ascii="HGPｺﾞｼｯｸE" w:eastAsia="HGPｺﾞｼｯｸE" w:hAnsi="HGPｺﾞｼｯｸE"/>
                                <w:i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i/>
                                <w:color w:val="000000" w:themeColor="text1"/>
                                <w:lang w:eastAsia="ja-JP"/>
                              </w:rPr>
                              <w:t xml:space="preserve">Kamaboko </w:t>
                            </w:r>
                          </w:p>
                          <w:p w:rsidR="000A2511" w:rsidRPr="000A2511" w:rsidRDefault="000A2511" w:rsidP="000A2511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lang w:eastAsia="ja-JP"/>
                              </w:rPr>
                            </w:pPr>
                            <w:r w:rsidRPr="000A2511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lang w:eastAsia="ja-JP"/>
                              </w:rPr>
                              <w:t>steamed fish paste</w:t>
                            </w:r>
                          </w:p>
                          <w:p w:rsidR="000A2511" w:rsidRPr="000A2511" w:rsidRDefault="000A2511" w:rsidP="000A2511">
                            <w:pPr>
                              <w:rPr>
                                <w:rFonts w:ascii="HGPｺﾞｼｯｸE" w:eastAsia="HGPｺﾞｼｯｸE" w:hAnsi="HGPｺﾞｼｯｸE"/>
                                <w:i/>
                                <w:color w:val="000000" w:themeColor="text1"/>
                                <w:lang w:eastAsia="ja-JP"/>
                              </w:rPr>
                            </w:pPr>
                          </w:p>
                          <w:p w:rsidR="000A2511" w:rsidRPr="001265AC" w:rsidRDefault="000A2511" w:rsidP="000A2511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8"/>
                                <w:lang w:eastAsia="ja-JP"/>
                              </w:rPr>
                            </w:pPr>
                            <w:r w:rsidRPr="001265AC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8"/>
                                <w:lang w:eastAsia="ja-JP"/>
                              </w:rPr>
                              <w:t>stir fry</w:t>
                            </w:r>
                          </w:p>
                          <w:p w:rsidR="000A2511" w:rsidRPr="00D67C79" w:rsidRDefault="000A2511" w:rsidP="000A2511">
                            <w:pPr>
                              <w:rPr>
                                <w:rFonts w:ascii="HGP教科書体" w:eastAsia="HGP教科書体"/>
                                <w:color w:val="000000" w:themeColor="text1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A2511" w:rsidRPr="00E1710B"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0CBD5722" wp14:editId="56C46960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998634</wp:posOffset>
                      </wp:positionV>
                      <wp:extent cx="1622066" cy="349857"/>
                      <wp:effectExtent l="0" t="0" r="0" b="0"/>
                      <wp:wrapNone/>
                      <wp:docPr id="403" name="テキスト ボックス 4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22066" cy="34985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A2511" w:rsidRPr="000A2511" w:rsidRDefault="000A2511" w:rsidP="000A2511">
                                  <w:pPr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lang w:eastAsia="ja-JP"/>
                                    </w:rPr>
                                    <w:t>Grilled mackerel</w:t>
                                  </w:r>
                                </w:p>
                                <w:p w:rsidR="000A2511" w:rsidRPr="001265AC" w:rsidRDefault="000A2511" w:rsidP="000A2511">
                                  <w:pPr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sz w:val="28"/>
                                      <w:lang w:eastAsia="ja-JP"/>
                                    </w:rPr>
                                  </w:pPr>
                                  <w:r w:rsidRPr="001265AC"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sz w:val="28"/>
                                      <w:lang w:eastAsia="ja-JP"/>
                                    </w:rPr>
                                    <w:t>stir fry</w:t>
                                  </w:r>
                                </w:p>
                                <w:p w:rsidR="000A2511" w:rsidRPr="00D67C79" w:rsidRDefault="000A2511" w:rsidP="000A2511">
                                  <w:pPr>
                                    <w:rPr>
                                      <w:rFonts w:ascii="HGP教科書体" w:eastAsia="HGP教科書体"/>
                                      <w:color w:val="000000" w:themeColor="text1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03" o:spid="_x0000_s1042" type="#_x0000_t202" style="position:absolute;left:0;text-align:left;margin-left:9.25pt;margin-top:78.65pt;width:127.7pt;height:27.5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" fillcolor="window" stroked="f" strokeweight=".5pt">
                      <v:textbox>
                        <w:txbxContent>
                          <w:p w:rsidR="000A2511" w:rsidRPr="000A2511" w:rsidRDefault="000A2511" w:rsidP="000A2511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lang w:eastAsia="ja-JP"/>
                              </w:rPr>
                              <w:t>Grilled mackerel</w:t>
                            </w:r>
                          </w:p>
                          <w:p w:rsidR="000A2511" w:rsidRPr="001265AC" w:rsidRDefault="000A2511" w:rsidP="000A2511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8"/>
                                <w:lang w:eastAsia="ja-JP"/>
                              </w:rPr>
                            </w:pPr>
                            <w:r w:rsidRPr="001265AC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8"/>
                                <w:lang w:eastAsia="ja-JP"/>
                              </w:rPr>
                              <w:t>stir fry</w:t>
                            </w:r>
                          </w:p>
                          <w:p w:rsidR="000A2511" w:rsidRPr="00D67C79" w:rsidRDefault="000A2511" w:rsidP="000A2511">
                            <w:pPr>
                              <w:rPr>
                                <w:rFonts w:ascii="HGP教科書体" w:eastAsia="HGP教科書体"/>
                                <w:color w:val="000000" w:themeColor="text1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00286" w:rsidRPr="00937557" w:rsidTr="00705DDC">
        <w:trPr>
          <w:cantSplit/>
          <w:trHeight w:hRule="exact" w:val="2160"/>
        </w:trPr>
        <w:tc>
          <w:tcPr>
            <w:tcW w:w="5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0286" w:rsidRPr="00937557" w:rsidRDefault="00E25D29" w:rsidP="00910CA1">
            <w:pPr>
              <w:spacing w:after="0" w:line="240" w:lineRule="auto"/>
              <w:ind w:left="140" w:right="140"/>
              <w:jc w:val="right"/>
              <w:rPr>
                <w:lang w:val="en-US"/>
              </w:rPr>
            </w:pPr>
            <w:r>
              <w:rPr>
                <w:noProof/>
                <w:lang w:val="en-US" w:eastAsia="ja-JP"/>
              </w:rPr>
              <w:drawing>
                <wp:anchor distT="0" distB="0" distL="114300" distR="114300" simplePos="0" relativeHeight="251783168" behindDoc="0" locked="0" layoutInCell="1" allowOverlap="1" wp14:anchorId="3D384289" wp14:editId="325D5E3B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16510</wp:posOffset>
                  </wp:positionV>
                  <wp:extent cx="2062480" cy="914400"/>
                  <wp:effectExtent l="0" t="0" r="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248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57318">
              <w:rPr>
                <w:noProof/>
                <w:lang w:val="en-US" w:eastAsia="ja-JP"/>
              </w:rPr>
              <w:drawing>
                <wp:anchor distT="0" distB="0" distL="114300" distR="114300" simplePos="0" relativeHeight="251798528" behindDoc="0" locked="0" layoutInCell="1" allowOverlap="1" wp14:anchorId="42F4DCD1" wp14:editId="46C82088">
                  <wp:simplePos x="0" y="0"/>
                  <wp:positionH relativeFrom="column">
                    <wp:posOffset>2605316</wp:posOffset>
                  </wp:positionH>
                  <wp:positionV relativeFrom="paragraph">
                    <wp:posOffset>1350673</wp:posOffset>
                  </wp:positionV>
                  <wp:extent cx="999490" cy="1010285"/>
                  <wp:effectExtent l="0" t="0" r="0" b="0"/>
                  <wp:wrapNone/>
                  <wp:docPr id="307" name="図 3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490" cy="1010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D192E" w:rsidRPr="00E1710B"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0694DCBF" wp14:editId="17E54EFA">
                      <wp:simplePos x="0" y="0"/>
                      <wp:positionH relativeFrom="column">
                        <wp:posOffset>1620520</wp:posOffset>
                      </wp:positionH>
                      <wp:positionV relativeFrom="paragraph">
                        <wp:posOffset>1006282</wp:posOffset>
                      </wp:positionV>
                      <wp:extent cx="1136650" cy="262255"/>
                      <wp:effectExtent l="0" t="0" r="6350" b="4445"/>
                      <wp:wrapNone/>
                      <wp:docPr id="420" name="テキスト ボックス 4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6650" cy="262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D192E" w:rsidRPr="00D67C79" w:rsidRDefault="00AD192E" w:rsidP="00AD192E">
                                  <w:pPr>
                                    <w:rPr>
                                      <w:rFonts w:ascii="HGP教科書体" w:eastAsia="HGP教科書体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C00000"/>
                                      <w:sz w:val="21"/>
                                      <w:szCs w:val="28"/>
                                      <w:lang w:eastAsia="ja-JP"/>
                                    </w:rPr>
                                    <w:t>やさい</w:t>
                                  </w:r>
                                  <w:proofErr w:type="gramEnd"/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C00000"/>
                                      <w:sz w:val="21"/>
                                      <w:szCs w:val="28"/>
                                      <w:lang w:eastAsia="ja-JP"/>
                                    </w:rPr>
                                    <w:t>yasai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20" o:spid="_x0000_s1043" type="#_x0000_t202" style="position:absolute;left:0;text-align:left;margin-left:127.6pt;margin-top:79.25pt;width:89.5pt;height:20.6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" fillcolor="window" stroked="f" strokeweight=".5pt">
                      <v:textbox>
                        <w:txbxContent>
                          <w:p w:rsidR="00AD192E" w:rsidRPr="00D67C79" w:rsidRDefault="00AD192E" w:rsidP="00AD192E">
                            <w:pPr>
                              <w:rPr>
                                <w:rFonts w:ascii="HGP教科書体" w:eastAsia="HGP教科書体"/>
                                <w:color w:val="000000" w:themeColor="text1"/>
                                <w:lang w:eastAsia="ja-JP"/>
                              </w:rPr>
                            </w:pPr>
                            <w:proofErr w:type="gramStart"/>
                            <w:r>
                              <w:rPr>
                                <w:rFonts w:ascii="HGPｺﾞｼｯｸE" w:eastAsia="HGPｺﾞｼｯｸE" w:hAnsi="HGPｺﾞｼｯｸE" w:hint="eastAsia"/>
                                <w:color w:val="C00000"/>
                                <w:sz w:val="21"/>
                                <w:szCs w:val="28"/>
                                <w:lang w:eastAsia="ja-JP"/>
                              </w:rPr>
                              <w:t>やさい</w:t>
                            </w:r>
                            <w:proofErr w:type="gramEnd"/>
                            <w:r>
                              <w:rPr>
                                <w:rFonts w:ascii="HGPｺﾞｼｯｸE" w:eastAsia="HGPｺﾞｼｯｸE" w:hAnsi="HGPｺﾞｼｯｸE" w:hint="eastAsia"/>
                                <w:color w:val="C00000"/>
                                <w:sz w:val="21"/>
                                <w:szCs w:val="28"/>
                                <w:lang w:eastAsia="ja-JP"/>
                              </w:rPr>
                              <w:t>yasai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A2511" w:rsidRPr="00657318">
              <w:rPr>
                <w:noProof/>
                <w:lang w:val="en-US" w:eastAsia="ja-JP"/>
              </w:rPr>
              <w:drawing>
                <wp:anchor distT="0" distB="0" distL="114300" distR="114300" simplePos="0" relativeHeight="251799552" behindDoc="0" locked="0" layoutInCell="1" allowOverlap="1" wp14:anchorId="53137A27" wp14:editId="2D41FFE3">
                  <wp:simplePos x="0" y="0"/>
                  <wp:positionH relativeFrom="column">
                    <wp:posOffset>2646432</wp:posOffset>
                  </wp:positionH>
                  <wp:positionV relativeFrom="paragraph">
                    <wp:posOffset>490855</wp:posOffset>
                  </wp:positionV>
                  <wp:extent cx="925195" cy="861060"/>
                  <wp:effectExtent l="0" t="0" r="8255" b="0"/>
                  <wp:wrapNone/>
                  <wp:docPr id="310" name="図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195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A2511" w:rsidRPr="00E1710B"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58027983" wp14:editId="71FC6C74">
                      <wp:simplePos x="0" y="0"/>
                      <wp:positionH relativeFrom="column">
                        <wp:posOffset>2258060</wp:posOffset>
                      </wp:positionH>
                      <wp:positionV relativeFrom="paragraph">
                        <wp:posOffset>72390</wp:posOffset>
                      </wp:positionV>
                      <wp:extent cx="1247775" cy="349250"/>
                      <wp:effectExtent l="0" t="0" r="9525" b="0"/>
                      <wp:wrapNone/>
                      <wp:docPr id="406" name="テキスト ボックス 4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7775" cy="349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A2511" w:rsidRPr="000A2511" w:rsidRDefault="000A2511" w:rsidP="000A2511">
                                  <w:pPr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lang w:eastAsia="ja-JP"/>
                                    </w:rPr>
                                    <w:t>Mashed potato</w:t>
                                  </w:r>
                                </w:p>
                                <w:p w:rsidR="000A2511" w:rsidRPr="001265AC" w:rsidRDefault="000A2511" w:rsidP="000A2511">
                                  <w:pPr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sz w:val="28"/>
                                      <w:lang w:eastAsia="ja-JP"/>
                                    </w:rPr>
                                  </w:pPr>
                                  <w:r w:rsidRPr="001265AC"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sz w:val="28"/>
                                      <w:lang w:eastAsia="ja-JP"/>
                                    </w:rPr>
                                    <w:t>stir fry</w:t>
                                  </w:r>
                                </w:p>
                                <w:p w:rsidR="000A2511" w:rsidRPr="00D67C79" w:rsidRDefault="000A2511" w:rsidP="000A2511">
                                  <w:pPr>
                                    <w:rPr>
                                      <w:rFonts w:ascii="HGP教科書体" w:eastAsia="HGP教科書体"/>
                                      <w:color w:val="000000" w:themeColor="text1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06" o:spid="_x0000_s1044" type="#_x0000_t202" style="position:absolute;left:0;text-align:left;margin-left:177.8pt;margin-top:5.7pt;width:98.25pt;height:27.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" fillcolor="window" stroked="f" strokeweight=".5pt">
                      <v:textbox>
                        <w:txbxContent>
                          <w:p w:rsidR="000A2511" w:rsidRPr="000A2511" w:rsidRDefault="000A2511" w:rsidP="000A2511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lang w:eastAsia="ja-JP"/>
                              </w:rPr>
                              <w:t>Mashed potato</w:t>
                            </w:r>
                          </w:p>
                          <w:p w:rsidR="000A2511" w:rsidRPr="001265AC" w:rsidRDefault="000A2511" w:rsidP="000A2511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8"/>
                                <w:lang w:eastAsia="ja-JP"/>
                              </w:rPr>
                            </w:pPr>
                            <w:r w:rsidRPr="001265AC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8"/>
                                <w:lang w:eastAsia="ja-JP"/>
                              </w:rPr>
                              <w:t>stir fry</w:t>
                            </w:r>
                          </w:p>
                          <w:p w:rsidR="000A2511" w:rsidRPr="00D67C79" w:rsidRDefault="000A2511" w:rsidP="000A2511">
                            <w:pPr>
                              <w:rPr>
                                <w:rFonts w:ascii="HGP教科書体" w:eastAsia="HGP教科書体"/>
                                <w:color w:val="000000" w:themeColor="text1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265AC" w:rsidRPr="00E1710B"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7BD9A47C" wp14:editId="67881D1C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1003438</wp:posOffset>
                      </wp:positionV>
                      <wp:extent cx="1598212" cy="349857"/>
                      <wp:effectExtent l="0" t="0" r="2540" b="0"/>
                      <wp:wrapNone/>
                      <wp:docPr id="27" name="テキスト ボックス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98212" cy="34985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10CA1" w:rsidRPr="001265AC" w:rsidRDefault="00910CA1" w:rsidP="00910CA1">
                                  <w:pPr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sz w:val="24"/>
                                      <w:lang w:eastAsia="ja-JP"/>
                                    </w:rPr>
                                  </w:pPr>
                                  <w:r w:rsidRPr="001265AC"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sz w:val="24"/>
                                      <w:lang w:eastAsia="ja-JP"/>
                                    </w:rPr>
                                    <w:t>Vegetables</w:t>
                                  </w:r>
                                  <w:r w:rsidR="001265AC" w:rsidRPr="001265AC"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sz w:val="24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1265AC"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sz w:val="24"/>
                                      <w:lang w:eastAsia="ja-JP"/>
                                    </w:rPr>
                                    <w:t>stir fry</w:t>
                                  </w:r>
                                </w:p>
                                <w:p w:rsidR="00910CA1" w:rsidRPr="00D67C79" w:rsidRDefault="00910CA1" w:rsidP="00910CA1">
                                  <w:pPr>
                                    <w:rPr>
                                      <w:rFonts w:ascii="HGP教科書体" w:eastAsia="HGP教科書体"/>
                                      <w:color w:val="000000" w:themeColor="text1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7" o:spid="_x0000_s1045" type="#_x0000_t202" style="position:absolute;left:0;text-align:left;margin-left:8.65pt;margin-top:79pt;width:125.85pt;height:27.5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" fillcolor="window" stroked="f" strokeweight=".5pt">
                      <v:textbox>
                        <w:txbxContent>
                          <w:p w:rsidR="00910CA1" w:rsidRPr="001265AC" w:rsidRDefault="00910CA1" w:rsidP="00910CA1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  <w:lang w:eastAsia="ja-JP"/>
                              </w:rPr>
                            </w:pPr>
                            <w:r w:rsidRPr="001265AC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4"/>
                                <w:lang w:eastAsia="ja-JP"/>
                              </w:rPr>
                              <w:t>Vegetables</w:t>
                            </w:r>
                            <w:r w:rsidR="001265AC" w:rsidRPr="001265AC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4"/>
                                <w:lang w:eastAsia="ja-JP"/>
                              </w:rPr>
                              <w:t xml:space="preserve">　</w:t>
                            </w:r>
                            <w:r w:rsidRPr="001265AC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4"/>
                                <w:lang w:eastAsia="ja-JP"/>
                              </w:rPr>
                              <w:t>stir fry</w:t>
                            </w:r>
                          </w:p>
                          <w:p w:rsidR="00910CA1" w:rsidRPr="00D67C79" w:rsidRDefault="00910CA1" w:rsidP="00910CA1">
                            <w:pPr>
                              <w:rPr>
                                <w:rFonts w:ascii="HGP教科書体" w:eastAsia="HGP教科書体"/>
                                <w:color w:val="000000" w:themeColor="text1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4" w:type="dxa"/>
            <w:tcBorders>
              <w:left w:val="nil"/>
              <w:right w:val="nil"/>
            </w:tcBorders>
            <w:shd w:val="clear" w:color="auto" w:fill="auto"/>
          </w:tcPr>
          <w:p w:rsidR="00800286" w:rsidRPr="00937557" w:rsidRDefault="00E25D29" w:rsidP="00BC1F7B">
            <w:pPr>
              <w:spacing w:after="0" w:line="240" w:lineRule="auto"/>
              <w:ind w:left="140" w:right="140"/>
              <w:jc w:val="right"/>
              <w:rPr>
                <w:lang w:val="en-US"/>
              </w:rPr>
            </w:pPr>
            <w:r w:rsidRPr="00657318">
              <w:rPr>
                <w:noProof/>
                <w:lang w:val="en-US" w:eastAsia="ja-JP"/>
              </w:rPr>
              <w:drawing>
                <wp:anchor distT="0" distB="0" distL="114300" distR="114300" simplePos="0" relativeHeight="251809792" behindDoc="0" locked="0" layoutInCell="1" allowOverlap="1" wp14:anchorId="6BD1A2F2" wp14:editId="64650DB5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1352550</wp:posOffset>
                  </wp:positionV>
                  <wp:extent cx="1127125" cy="775970"/>
                  <wp:effectExtent l="0" t="0" r="0" b="5080"/>
                  <wp:wrapNone/>
                  <wp:docPr id="317" name="図 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125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0286" w:rsidRPr="00937557" w:rsidRDefault="00AD192E" w:rsidP="00BC1F7B">
            <w:pPr>
              <w:spacing w:after="0" w:line="240" w:lineRule="auto"/>
              <w:ind w:left="140" w:right="140"/>
              <w:jc w:val="right"/>
              <w:rPr>
                <w:lang w:val="en-US"/>
              </w:rPr>
            </w:pPr>
            <w:r w:rsidRPr="00E1710B"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13CBB2E5" wp14:editId="089AC261">
                      <wp:simplePos x="0" y="0"/>
                      <wp:positionH relativeFrom="column">
                        <wp:posOffset>1252220</wp:posOffset>
                      </wp:positionH>
                      <wp:positionV relativeFrom="paragraph">
                        <wp:posOffset>1005619</wp:posOffset>
                      </wp:positionV>
                      <wp:extent cx="1136650" cy="262255"/>
                      <wp:effectExtent l="0" t="0" r="6350" b="4445"/>
                      <wp:wrapNone/>
                      <wp:docPr id="415" name="テキスト ボックス 4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6650" cy="262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D192E" w:rsidRPr="00D67C79" w:rsidRDefault="00AD192E" w:rsidP="00AD192E">
                                  <w:pPr>
                                    <w:rPr>
                                      <w:rFonts w:ascii="HGP教科書体" w:eastAsia="HGP教科書体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C00000"/>
                                      <w:sz w:val="21"/>
                                      <w:szCs w:val="28"/>
                                      <w:lang w:eastAsia="ja-JP"/>
                                    </w:rPr>
                                    <w:t>たまごtamago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15" o:spid="_x0000_s1046" type="#_x0000_t202" style="position:absolute;left:0;text-align:left;margin-left:98.6pt;margin-top:79.2pt;width:89.5pt;height:20.6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" fillcolor="window" stroked="f" strokeweight=".5pt">
                      <v:textbox>
                        <w:txbxContent>
                          <w:p w:rsidR="00AD192E" w:rsidRPr="00D67C79" w:rsidRDefault="00AD192E" w:rsidP="00AD192E">
                            <w:pPr>
                              <w:rPr>
                                <w:rFonts w:ascii="HGP教科書体" w:eastAsia="HGP教科書体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C00000"/>
                                <w:sz w:val="21"/>
                                <w:szCs w:val="28"/>
                                <w:lang w:eastAsia="ja-JP"/>
                              </w:rPr>
                              <w:t>たまごtamago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A2511" w:rsidRPr="00E1710B"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341FA5C8" wp14:editId="3D27B961">
                      <wp:simplePos x="0" y="0"/>
                      <wp:positionH relativeFrom="column">
                        <wp:posOffset>2392045</wp:posOffset>
                      </wp:positionH>
                      <wp:positionV relativeFrom="paragraph">
                        <wp:posOffset>828206</wp:posOffset>
                      </wp:positionV>
                      <wp:extent cx="1025442" cy="349857"/>
                      <wp:effectExtent l="0" t="0" r="3810" b="0"/>
                      <wp:wrapNone/>
                      <wp:docPr id="405" name="テキスト ボックス 4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5442" cy="34985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A2511" w:rsidRPr="000A2511" w:rsidRDefault="000A2511" w:rsidP="000A2511">
                                  <w:pPr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sz w:val="24"/>
                                      <w:lang w:eastAsia="ja-JP"/>
                                    </w:rPr>
                                  </w:pPr>
                                  <w:r w:rsidRPr="000A2511"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sz w:val="24"/>
                                      <w:lang w:eastAsia="ja-JP"/>
                                    </w:rPr>
                                    <w:t>F</w:t>
                                  </w:r>
                                  <w:r w:rsidRPr="000A2511"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sz w:val="24"/>
                                      <w:lang w:eastAsia="ja-JP"/>
                                    </w:rPr>
                                    <w:t>ried eggs</w:t>
                                  </w:r>
                                </w:p>
                                <w:p w:rsidR="000A2511" w:rsidRPr="00D67C79" w:rsidRDefault="000A2511" w:rsidP="000A2511">
                                  <w:pPr>
                                    <w:rPr>
                                      <w:rFonts w:ascii="HGP教科書体" w:eastAsia="HGP教科書体"/>
                                      <w:color w:val="000000" w:themeColor="text1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05" o:spid="_x0000_s1047" type="#_x0000_t202" style="position:absolute;left:0;text-align:left;margin-left:188.35pt;margin-top:65.2pt;width:80.75pt;height:27.5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" fillcolor="window" stroked="f" strokeweight=".5pt">
                      <v:textbox>
                        <w:txbxContent>
                          <w:p w:rsidR="000A2511" w:rsidRPr="000A2511" w:rsidRDefault="000A2511" w:rsidP="000A2511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  <w:lang w:eastAsia="ja-JP"/>
                              </w:rPr>
                            </w:pPr>
                            <w:r w:rsidRPr="000A2511"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  <w:lang w:eastAsia="ja-JP"/>
                              </w:rPr>
                              <w:t>F</w:t>
                            </w:r>
                            <w:r w:rsidRPr="000A2511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4"/>
                                <w:lang w:eastAsia="ja-JP"/>
                              </w:rPr>
                              <w:t>ried eggs</w:t>
                            </w:r>
                          </w:p>
                          <w:p w:rsidR="000A2511" w:rsidRPr="00D67C79" w:rsidRDefault="000A2511" w:rsidP="000A2511">
                            <w:pPr>
                              <w:rPr>
                                <w:rFonts w:ascii="HGP教科書体" w:eastAsia="HGP教科書体"/>
                                <w:color w:val="000000" w:themeColor="text1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265AC" w:rsidRPr="00657318">
              <w:rPr>
                <w:noProof/>
                <w:lang w:val="en-US" w:eastAsia="ja-JP"/>
              </w:rPr>
              <w:drawing>
                <wp:anchor distT="0" distB="0" distL="114300" distR="114300" simplePos="0" relativeHeight="251811840" behindDoc="0" locked="0" layoutInCell="1" allowOverlap="1" wp14:anchorId="37FFA245" wp14:editId="6500F759">
                  <wp:simplePos x="0" y="0"/>
                  <wp:positionH relativeFrom="column">
                    <wp:posOffset>2429510</wp:posOffset>
                  </wp:positionH>
                  <wp:positionV relativeFrom="paragraph">
                    <wp:posOffset>77387</wp:posOffset>
                  </wp:positionV>
                  <wp:extent cx="1148080" cy="553085"/>
                  <wp:effectExtent l="0" t="0" r="0" b="0"/>
                  <wp:wrapNone/>
                  <wp:docPr id="319" name="図 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080" cy="553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00286" w:rsidRPr="00937557" w:rsidTr="00705DDC">
        <w:trPr>
          <w:cantSplit/>
          <w:trHeight w:hRule="exact" w:val="2160"/>
        </w:trPr>
        <w:tc>
          <w:tcPr>
            <w:tcW w:w="5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0286" w:rsidRPr="00937557" w:rsidRDefault="004127A5" w:rsidP="00BC1F7B">
            <w:pPr>
              <w:spacing w:after="0" w:line="240" w:lineRule="auto"/>
              <w:ind w:left="140" w:right="140"/>
              <w:jc w:val="right"/>
              <w:rPr>
                <w:lang w:val="en-US"/>
              </w:rPr>
            </w:pPr>
            <w:r w:rsidRPr="00E1710B"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214B825B" wp14:editId="68D4A6DC">
                      <wp:simplePos x="0" y="0"/>
                      <wp:positionH relativeFrom="column">
                        <wp:posOffset>38652</wp:posOffset>
                      </wp:positionH>
                      <wp:positionV relativeFrom="paragraph">
                        <wp:posOffset>124625</wp:posOffset>
                      </wp:positionV>
                      <wp:extent cx="953770" cy="349250"/>
                      <wp:effectExtent l="0" t="0" r="0" b="0"/>
                      <wp:wrapNone/>
                      <wp:docPr id="411" name="テキスト ボックス 4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3770" cy="349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D192E" w:rsidRPr="000A2511" w:rsidRDefault="004127A5" w:rsidP="00AD192E">
                                  <w:pPr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lang w:eastAsia="ja-JP"/>
                                    </w:rPr>
                                    <w:t>B</w:t>
                                  </w:r>
                                  <w:r w:rsidR="00AD192E"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lang w:eastAsia="ja-JP"/>
                                    </w:rPr>
                                    <w:t>roccoli</w:t>
                                  </w:r>
                                </w:p>
                                <w:p w:rsidR="00AD192E" w:rsidRPr="001265AC" w:rsidRDefault="00AD192E" w:rsidP="00AD192E">
                                  <w:pPr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sz w:val="28"/>
                                      <w:lang w:eastAsia="ja-JP"/>
                                    </w:rPr>
                                  </w:pPr>
                                  <w:r w:rsidRPr="001265AC"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sz w:val="28"/>
                                      <w:lang w:eastAsia="ja-JP"/>
                                    </w:rPr>
                                    <w:t>stir fry</w:t>
                                  </w:r>
                                </w:p>
                                <w:p w:rsidR="00AD192E" w:rsidRPr="00D67C79" w:rsidRDefault="00AD192E" w:rsidP="00AD192E">
                                  <w:pPr>
                                    <w:rPr>
                                      <w:rFonts w:ascii="HGP教科書体" w:eastAsia="HGP教科書体"/>
                                      <w:color w:val="000000" w:themeColor="text1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11" o:spid="_x0000_s1048" type="#_x0000_t202" style="position:absolute;left:0;text-align:left;margin-left:3.05pt;margin-top:9.8pt;width:75.1pt;height:27.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" fillcolor="window" stroked="f" strokeweight=".5pt">
                      <v:textbox>
                        <w:txbxContent>
                          <w:p w:rsidR="00AD192E" w:rsidRPr="000A2511" w:rsidRDefault="004127A5" w:rsidP="00AD192E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lang w:eastAsia="ja-JP"/>
                              </w:rPr>
                              <w:t>B</w:t>
                            </w:r>
                            <w:r w:rsidR="00AD192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lang w:eastAsia="ja-JP"/>
                              </w:rPr>
                              <w:t>roccoli</w:t>
                            </w:r>
                          </w:p>
                          <w:p w:rsidR="00AD192E" w:rsidRPr="001265AC" w:rsidRDefault="00AD192E" w:rsidP="00AD192E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8"/>
                                <w:lang w:eastAsia="ja-JP"/>
                              </w:rPr>
                            </w:pPr>
                            <w:r w:rsidRPr="001265AC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8"/>
                                <w:lang w:eastAsia="ja-JP"/>
                              </w:rPr>
                              <w:t>stir fry</w:t>
                            </w:r>
                          </w:p>
                          <w:p w:rsidR="00AD192E" w:rsidRPr="00D67C79" w:rsidRDefault="00AD192E" w:rsidP="00AD192E">
                            <w:pPr>
                              <w:rPr>
                                <w:rFonts w:ascii="HGP教科書体" w:eastAsia="HGP教科書体"/>
                                <w:color w:val="000000" w:themeColor="text1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D192E" w:rsidRPr="00E1710B"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4213D0E3" wp14:editId="0D416850">
                      <wp:simplePos x="0" y="0"/>
                      <wp:positionH relativeFrom="column">
                        <wp:posOffset>935880</wp:posOffset>
                      </wp:positionH>
                      <wp:positionV relativeFrom="paragraph">
                        <wp:posOffset>214768</wp:posOffset>
                      </wp:positionV>
                      <wp:extent cx="1136650" cy="262255"/>
                      <wp:effectExtent l="0" t="0" r="6350" b="4445"/>
                      <wp:wrapNone/>
                      <wp:docPr id="418" name="テキスト ボックス 4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6650" cy="262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D192E" w:rsidRPr="00D67C79" w:rsidRDefault="00AD192E" w:rsidP="00AD192E">
                                  <w:pPr>
                                    <w:rPr>
                                      <w:rFonts w:ascii="HGP教科書体" w:eastAsia="HGP教科書体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C00000"/>
                                      <w:sz w:val="21"/>
                                      <w:szCs w:val="28"/>
                                      <w:lang w:eastAsia="ja-JP"/>
                                    </w:rPr>
                                    <w:t>やさい</w:t>
                                  </w:r>
                                  <w:proofErr w:type="gramEnd"/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C00000"/>
                                      <w:sz w:val="21"/>
                                      <w:szCs w:val="28"/>
                                      <w:lang w:eastAsia="ja-JP"/>
                                    </w:rPr>
                                    <w:t>yasai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18" o:spid="_x0000_s1049" type="#_x0000_t202" style="position:absolute;left:0;text-align:left;margin-left:73.7pt;margin-top:16.9pt;width:89.5pt;height:20.6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" fillcolor="window" stroked="f" strokeweight=".5pt">
                      <v:textbox>
                        <w:txbxContent>
                          <w:p w:rsidR="00AD192E" w:rsidRPr="00D67C79" w:rsidRDefault="00AD192E" w:rsidP="00AD192E">
                            <w:pPr>
                              <w:rPr>
                                <w:rFonts w:ascii="HGP教科書体" w:eastAsia="HGP教科書体"/>
                                <w:color w:val="000000" w:themeColor="text1"/>
                                <w:lang w:eastAsia="ja-JP"/>
                              </w:rPr>
                            </w:pPr>
                            <w:proofErr w:type="gramStart"/>
                            <w:r>
                              <w:rPr>
                                <w:rFonts w:ascii="HGPｺﾞｼｯｸE" w:eastAsia="HGPｺﾞｼｯｸE" w:hAnsi="HGPｺﾞｼｯｸE" w:hint="eastAsia"/>
                                <w:color w:val="C00000"/>
                                <w:sz w:val="21"/>
                                <w:szCs w:val="28"/>
                                <w:lang w:eastAsia="ja-JP"/>
                              </w:rPr>
                              <w:t>やさい</w:t>
                            </w:r>
                            <w:proofErr w:type="gramEnd"/>
                            <w:r>
                              <w:rPr>
                                <w:rFonts w:ascii="HGPｺﾞｼｯｸE" w:eastAsia="HGPｺﾞｼｯｸE" w:hAnsi="HGPｺﾞｼｯｸE" w:hint="eastAsia"/>
                                <w:color w:val="C00000"/>
                                <w:sz w:val="21"/>
                                <w:szCs w:val="28"/>
                                <w:lang w:eastAsia="ja-JP"/>
                              </w:rPr>
                              <w:t>yasai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D192E" w:rsidRPr="00E1710B"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1F90D0D8" wp14:editId="11A8AF0F">
                      <wp:simplePos x="0" y="0"/>
                      <wp:positionH relativeFrom="column">
                        <wp:posOffset>1399098</wp:posOffset>
                      </wp:positionH>
                      <wp:positionV relativeFrom="paragraph">
                        <wp:posOffset>911528</wp:posOffset>
                      </wp:positionV>
                      <wp:extent cx="2194449" cy="532738"/>
                      <wp:effectExtent l="0" t="0" r="0" b="1270"/>
                      <wp:wrapNone/>
                      <wp:docPr id="410" name="テキスト ボックス 4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94449" cy="532738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D192E" w:rsidRPr="000A2511" w:rsidRDefault="00AD192E" w:rsidP="00AD192E">
                                  <w:pPr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lang w:eastAsia="ja-JP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lang w:eastAsia="ja-JP"/>
                                    </w:rPr>
                                    <w:t>oiled french beans with sesame soy-sauce flavor</w:t>
                                  </w:r>
                                </w:p>
                                <w:p w:rsidR="00AD192E" w:rsidRPr="001265AC" w:rsidRDefault="00AD192E" w:rsidP="00AD192E">
                                  <w:pPr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sz w:val="28"/>
                                      <w:lang w:eastAsia="ja-JP"/>
                                    </w:rPr>
                                  </w:pPr>
                                  <w:r w:rsidRPr="001265AC"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sz w:val="28"/>
                                      <w:lang w:eastAsia="ja-JP"/>
                                    </w:rPr>
                                    <w:t>stir fry</w:t>
                                  </w:r>
                                </w:p>
                                <w:p w:rsidR="00AD192E" w:rsidRPr="00D67C79" w:rsidRDefault="00AD192E" w:rsidP="00AD192E">
                                  <w:pPr>
                                    <w:rPr>
                                      <w:rFonts w:ascii="HGP教科書体" w:eastAsia="HGP教科書体"/>
                                      <w:color w:val="000000" w:themeColor="text1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10" o:spid="_x0000_s1050" type="#_x0000_t202" style="position:absolute;left:0;text-align:left;margin-left:110.15pt;margin-top:71.75pt;width:172.8pt;height:41.9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" fillcolor="window" stroked="f" strokeweight=".5pt">
                      <v:textbox>
                        <w:txbxContent>
                          <w:p w:rsidR="00AD192E" w:rsidRPr="000A2511" w:rsidRDefault="00AD192E" w:rsidP="00AD192E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lang w:eastAsia="ja-JP"/>
                              </w:rPr>
                              <w:t>B</w:t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lang w:eastAsia="ja-JP"/>
                              </w:rPr>
                              <w:t>oiled french beans with sesame soy-sauce flavor</w:t>
                            </w:r>
                          </w:p>
                          <w:p w:rsidR="00AD192E" w:rsidRPr="001265AC" w:rsidRDefault="00AD192E" w:rsidP="00AD192E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8"/>
                                <w:lang w:eastAsia="ja-JP"/>
                              </w:rPr>
                            </w:pPr>
                            <w:r w:rsidRPr="001265AC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8"/>
                                <w:lang w:eastAsia="ja-JP"/>
                              </w:rPr>
                              <w:t>stir fry</w:t>
                            </w:r>
                          </w:p>
                          <w:p w:rsidR="00AD192E" w:rsidRPr="00D67C79" w:rsidRDefault="00AD192E" w:rsidP="00AD192E">
                            <w:pPr>
                              <w:rPr>
                                <w:rFonts w:ascii="HGP教科書体" w:eastAsia="HGP教科書体"/>
                                <w:color w:val="000000" w:themeColor="text1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265AC" w:rsidRPr="00657318">
              <w:rPr>
                <w:noProof/>
                <w:lang w:val="en-US" w:eastAsia="ja-JP"/>
              </w:rPr>
              <w:drawing>
                <wp:anchor distT="0" distB="0" distL="114300" distR="114300" simplePos="0" relativeHeight="251797504" behindDoc="0" locked="0" layoutInCell="1" allowOverlap="1" wp14:anchorId="0F509BF5" wp14:editId="227BC0C0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466090</wp:posOffset>
                  </wp:positionV>
                  <wp:extent cx="882650" cy="903605"/>
                  <wp:effectExtent l="0" t="0" r="0" b="0"/>
                  <wp:wrapNone/>
                  <wp:docPr id="31" name="図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650" cy="903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265AC" w:rsidRPr="00657318">
              <w:rPr>
                <w:noProof/>
                <w:lang w:val="en-US" w:eastAsia="ja-JP"/>
              </w:rPr>
              <w:drawing>
                <wp:anchor distT="0" distB="0" distL="114300" distR="114300" simplePos="0" relativeHeight="251815936" behindDoc="0" locked="0" layoutInCell="1" allowOverlap="1" wp14:anchorId="009E48D1" wp14:editId="535C1CD7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1355090</wp:posOffset>
                  </wp:positionV>
                  <wp:extent cx="999490" cy="765810"/>
                  <wp:effectExtent l="0" t="0" r="0" b="0"/>
                  <wp:wrapNone/>
                  <wp:docPr id="161" name="図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490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" w:type="dxa"/>
            <w:tcBorders>
              <w:left w:val="nil"/>
              <w:right w:val="nil"/>
            </w:tcBorders>
            <w:shd w:val="clear" w:color="auto" w:fill="auto"/>
          </w:tcPr>
          <w:p w:rsidR="00800286" w:rsidRPr="00937557" w:rsidRDefault="00800286" w:rsidP="00BC1F7B">
            <w:pPr>
              <w:spacing w:after="0" w:line="240" w:lineRule="auto"/>
              <w:ind w:left="140" w:right="140"/>
              <w:jc w:val="right"/>
              <w:rPr>
                <w:lang w:val="en-US"/>
              </w:rPr>
            </w:pPr>
          </w:p>
        </w:tc>
        <w:tc>
          <w:tcPr>
            <w:tcW w:w="5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0286" w:rsidRPr="00937557" w:rsidRDefault="00F518B5" w:rsidP="00BC1F7B">
            <w:pPr>
              <w:spacing w:after="0" w:line="240" w:lineRule="auto"/>
              <w:ind w:left="140" w:right="140"/>
              <w:jc w:val="right"/>
              <w:rPr>
                <w:lang w:val="en-US"/>
              </w:rPr>
            </w:pPr>
            <w:r w:rsidRPr="00E1710B"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1154B48D" wp14:editId="799F3699">
                      <wp:simplePos x="0" y="0"/>
                      <wp:positionH relativeFrom="column">
                        <wp:posOffset>2336221</wp:posOffset>
                      </wp:positionH>
                      <wp:positionV relativeFrom="paragraph">
                        <wp:posOffset>108585</wp:posOffset>
                      </wp:positionV>
                      <wp:extent cx="1518285" cy="349250"/>
                      <wp:effectExtent l="0" t="0" r="5715" b="0"/>
                      <wp:wrapNone/>
                      <wp:docPr id="409" name="テキスト ボックス 4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18285" cy="349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D192E" w:rsidRPr="000A2511" w:rsidRDefault="00AD192E" w:rsidP="00AD192E">
                                  <w:pPr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lang w:eastAsia="ja-JP"/>
                                    </w:rPr>
                                    <w:t>Scramble</w:t>
                                  </w:r>
                                  <w:r w:rsidR="00F518B5"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lang w:eastAsia="ja-JP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lang w:eastAsia="ja-JP"/>
                                    </w:rPr>
                                    <w:t xml:space="preserve"> egg</w:t>
                                  </w:r>
                                  <w:r w:rsidR="00F518B5"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lang w:eastAsia="ja-JP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lang w:eastAsia="ja-JP"/>
                                    </w:rPr>
                                    <w:t xml:space="preserve"> </w:t>
                                  </w:r>
                                </w:p>
                                <w:p w:rsidR="00AD192E" w:rsidRPr="001265AC" w:rsidRDefault="00AD192E" w:rsidP="00AD192E">
                                  <w:pPr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sz w:val="28"/>
                                      <w:lang w:eastAsia="ja-JP"/>
                                    </w:rPr>
                                  </w:pPr>
                                  <w:r w:rsidRPr="001265AC"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sz w:val="28"/>
                                      <w:lang w:eastAsia="ja-JP"/>
                                    </w:rPr>
                                    <w:t>stir fry</w:t>
                                  </w:r>
                                </w:p>
                                <w:p w:rsidR="00AD192E" w:rsidRPr="00D67C79" w:rsidRDefault="00AD192E" w:rsidP="00AD192E">
                                  <w:pPr>
                                    <w:rPr>
                                      <w:rFonts w:ascii="HGP教科書体" w:eastAsia="HGP教科書体"/>
                                      <w:color w:val="000000" w:themeColor="text1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09" o:spid="_x0000_s1051" type="#_x0000_t202" style="position:absolute;left:0;text-align:left;margin-left:183.95pt;margin-top:8.55pt;width:119.55pt;height:27.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" fillcolor="window" stroked="f" strokeweight=".5pt">
                      <v:textbox>
                        <w:txbxContent>
                          <w:p w:rsidR="00AD192E" w:rsidRPr="000A2511" w:rsidRDefault="00AD192E" w:rsidP="00AD192E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lang w:eastAsia="ja-JP"/>
                              </w:rPr>
                              <w:t>Scramble</w:t>
                            </w:r>
                            <w:r w:rsidR="00F518B5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lang w:eastAsia="ja-JP"/>
                              </w:rPr>
                              <w:t>d</w:t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lang w:eastAsia="ja-JP"/>
                              </w:rPr>
                              <w:t xml:space="preserve"> egg</w:t>
                            </w:r>
                            <w:r w:rsidR="00F518B5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lang w:eastAsia="ja-JP"/>
                              </w:rPr>
                              <w:t>s</w:t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lang w:eastAsia="ja-JP"/>
                              </w:rPr>
                              <w:t xml:space="preserve"> </w:t>
                            </w:r>
                          </w:p>
                          <w:p w:rsidR="00AD192E" w:rsidRPr="001265AC" w:rsidRDefault="00AD192E" w:rsidP="00AD192E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8"/>
                                <w:lang w:eastAsia="ja-JP"/>
                              </w:rPr>
                            </w:pPr>
                            <w:r w:rsidRPr="001265AC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8"/>
                                <w:lang w:eastAsia="ja-JP"/>
                              </w:rPr>
                              <w:t>stir fry</w:t>
                            </w:r>
                          </w:p>
                          <w:p w:rsidR="00AD192E" w:rsidRPr="00D67C79" w:rsidRDefault="00AD192E" w:rsidP="00AD192E">
                            <w:pPr>
                              <w:rPr>
                                <w:rFonts w:ascii="HGP教科書体" w:eastAsia="HGP教科書体"/>
                                <w:color w:val="000000" w:themeColor="text1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D192E" w:rsidRPr="00E1710B"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19007DF4" wp14:editId="42ECCBD6">
                      <wp:simplePos x="0" y="0"/>
                      <wp:positionH relativeFrom="column">
                        <wp:posOffset>1333445</wp:posOffset>
                      </wp:positionH>
                      <wp:positionV relativeFrom="paragraph">
                        <wp:posOffset>652835</wp:posOffset>
                      </wp:positionV>
                      <wp:extent cx="1136650" cy="262255"/>
                      <wp:effectExtent l="0" t="0" r="6350" b="4445"/>
                      <wp:wrapNone/>
                      <wp:docPr id="416" name="テキスト ボックス 4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6650" cy="262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D192E" w:rsidRPr="00D67C79" w:rsidRDefault="00AD192E" w:rsidP="00AD192E">
                                  <w:pPr>
                                    <w:rPr>
                                      <w:rFonts w:ascii="HGP教科書体" w:eastAsia="HGP教科書体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C00000"/>
                                      <w:sz w:val="21"/>
                                      <w:szCs w:val="28"/>
                                      <w:lang w:eastAsia="ja-JP"/>
                                    </w:rPr>
                                    <w:t>たまごtamago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16" o:spid="_x0000_s1052" type="#_x0000_t202" style="position:absolute;left:0;text-align:left;margin-left:105pt;margin-top:51.4pt;width:89.5pt;height:20.6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" fillcolor="window" stroked="f" strokeweight=".5pt">
                      <v:textbox>
                        <w:txbxContent>
                          <w:p w:rsidR="00AD192E" w:rsidRPr="00D67C79" w:rsidRDefault="00AD192E" w:rsidP="00AD192E">
                            <w:pPr>
                              <w:rPr>
                                <w:rFonts w:ascii="HGP教科書体" w:eastAsia="HGP教科書体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C00000"/>
                                <w:sz w:val="21"/>
                                <w:szCs w:val="28"/>
                                <w:lang w:eastAsia="ja-JP"/>
                              </w:rPr>
                              <w:t>たまごtamago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265AC" w:rsidRPr="00657318">
              <w:rPr>
                <w:noProof/>
                <w:lang w:val="en-US" w:eastAsia="ja-JP"/>
              </w:rPr>
              <w:drawing>
                <wp:anchor distT="0" distB="0" distL="114300" distR="114300" simplePos="0" relativeHeight="251812864" behindDoc="0" locked="0" layoutInCell="1" allowOverlap="1" wp14:anchorId="365FCE10" wp14:editId="1470FCA1">
                  <wp:simplePos x="0" y="0"/>
                  <wp:positionH relativeFrom="column">
                    <wp:posOffset>2550160</wp:posOffset>
                  </wp:positionH>
                  <wp:positionV relativeFrom="paragraph">
                    <wp:posOffset>470032</wp:posOffset>
                  </wp:positionV>
                  <wp:extent cx="1062990" cy="935355"/>
                  <wp:effectExtent l="0" t="0" r="3810" b="0"/>
                  <wp:wrapNone/>
                  <wp:docPr id="363" name="図 3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990" cy="935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00286" w:rsidRPr="00937557" w:rsidTr="00705DDC">
        <w:trPr>
          <w:cantSplit/>
          <w:trHeight w:hRule="exact" w:val="2160"/>
        </w:trPr>
        <w:tc>
          <w:tcPr>
            <w:tcW w:w="5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0286" w:rsidRPr="00937557" w:rsidRDefault="00E25D29" w:rsidP="00BC1F7B">
            <w:pPr>
              <w:spacing w:after="0" w:line="240" w:lineRule="auto"/>
              <w:ind w:left="140" w:right="140"/>
              <w:jc w:val="right"/>
              <w:rPr>
                <w:lang w:val="en-US"/>
              </w:rPr>
            </w:pPr>
            <w:r w:rsidRPr="00657318">
              <w:rPr>
                <w:noProof/>
                <w:lang w:val="en-US" w:eastAsia="ja-JP"/>
              </w:rPr>
              <w:drawing>
                <wp:anchor distT="0" distB="0" distL="114300" distR="114300" simplePos="0" relativeHeight="251817984" behindDoc="0" locked="0" layoutInCell="1" allowOverlap="1" wp14:anchorId="313311AD" wp14:editId="0F39E468">
                  <wp:simplePos x="0" y="0"/>
                  <wp:positionH relativeFrom="column">
                    <wp:posOffset>2617856</wp:posOffset>
                  </wp:positionH>
                  <wp:positionV relativeFrom="paragraph">
                    <wp:posOffset>1339850</wp:posOffset>
                  </wp:positionV>
                  <wp:extent cx="956945" cy="1020445"/>
                  <wp:effectExtent l="0" t="0" r="0" b="8255"/>
                  <wp:wrapNone/>
                  <wp:docPr id="163" name="図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1020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57318">
              <w:rPr>
                <w:rFonts w:hint="eastAsia"/>
                <w:noProof/>
                <w:lang w:val="en-US" w:eastAsia="ja-JP"/>
              </w:rPr>
              <w:drawing>
                <wp:anchor distT="0" distB="0" distL="114300" distR="114300" simplePos="0" relativeHeight="251819008" behindDoc="0" locked="0" layoutInCell="1" allowOverlap="1" wp14:anchorId="3AFC12FE" wp14:editId="7371705D">
                  <wp:simplePos x="0" y="0"/>
                  <wp:positionH relativeFrom="column">
                    <wp:posOffset>-49208</wp:posOffset>
                  </wp:positionH>
                  <wp:positionV relativeFrom="paragraph">
                    <wp:posOffset>1381760</wp:posOffset>
                  </wp:positionV>
                  <wp:extent cx="1084580" cy="1095375"/>
                  <wp:effectExtent l="0" t="0" r="1270" b="9525"/>
                  <wp:wrapNone/>
                  <wp:docPr id="178" name="図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58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D192E" w:rsidRPr="00E1710B"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61F094AC" wp14:editId="6584721C">
                      <wp:simplePos x="0" y="0"/>
                      <wp:positionH relativeFrom="column">
                        <wp:posOffset>1247692</wp:posOffset>
                      </wp:positionH>
                      <wp:positionV relativeFrom="paragraph">
                        <wp:posOffset>1035105</wp:posOffset>
                      </wp:positionV>
                      <wp:extent cx="1399430" cy="262255"/>
                      <wp:effectExtent l="0" t="0" r="0" b="4445"/>
                      <wp:wrapNone/>
                      <wp:docPr id="422" name="テキスト ボックス 4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99430" cy="262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D192E" w:rsidRPr="00D67C79" w:rsidRDefault="00AD192E" w:rsidP="00AD192E">
                                  <w:pPr>
                                    <w:rPr>
                                      <w:rFonts w:ascii="HGP教科書体" w:eastAsia="HGP教科書体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C00000"/>
                                      <w:sz w:val="21"/>
                                      <w:szCs w:val="28"/>
                                      <w:lang w:eastAsia="ja-JP"/>
                                    </w:rPr>
                                    <w:t>くだものkudamono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22" o:spid="_x0000_s1053" type="#_x0000_t202" style="position:absolute;left:0;text-align:left;margin-left:98.25pt;margin-top:81.5pt;width:110.2pt;height:20.6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" fillcolor="window" stroked="f" strokeweight=".5pt">
                      <v:textbox>
                        <w:txbxContent>
                          <w:p w:rsidR="00AD192E" w:rsidRPr="00D67C79" w:rsidRDefault="00AD192E" w:rsidP="00AD192E">
                            <w:pPr>
                              <w:rPr>
                                <w:rFonts w:ascii="HGP教科書体" w:eastAsia="HGP教科書体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C00000"/>
                                <w:sz w:val="21"/>
                                <w:szCs w:val="28"/>
                                <w:lang w:eastAsia="ja-JP"/>
                              </w:rPr>
                              <w:t>くだものkudamono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D192E" w:rsidRPr="00E1710B"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251A7E08" wp14:editId="0461B4EE">
                      <wp:simplePos x="0" y="0"/>
                      <wp:positionH relativeFrom="column">
                        <wp:posOffset>1055370</wp:posOffset>
                      </wp:positionH>
                      <wp:positionV relativeFrom="paragraph">
                        <wp:posOffset>170980</wp:posOffset>
                      </wp:positionV>
                      <wp:extent cx="1136650" cy="262255"/>
                      <wp:effectExtent l="0" t="0" r="6350" b="4445"/>
                      <wp:wrapNone/>
                      <wp:docPr id="421" name="テキスト ボックス 4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6650" cy="262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D192E" w:rsidRPr="00D67C79" w:rsidRDefault="00AD192E" w:rsidP="00AD192E">
                                  <w:pPr>
                                    <w:rPr>
                                      <w:rFonts w:ascii="HGP教科書体" w:eastAsia="HGP教科書体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C00000"/>
                                      <w:sz w:val="21"/>
                                      <w:szCs w:val="28"/>
                                      <w:lang w:eastAsia="ja-JP"/>
                                    </w:rPr>
                                    <w:t>やさい</w:t>
                                  </w:r>
                                  <w:proofErr w:type="gramEnd"/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C00000"/>
                                      <w:sz w:val="21"/>
                                      <w:szCs w:val="28"/>
                                      <w:lang w:eastAsia="ja-JP"/>
                                    </w:rPr>
                                    <w:t>yasai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21" o:spid="_x0000_s1054" type="#_x0000_t202" style="position:absolute;left:0;text-align:left;margin-left:83.1pt;margin-top:13.45pt;width:89.5pt;height:20.6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" fillcolor="window" stroked="f" strokeweight=".5pt">
                      <v:textbox>
                        <w:txbxContent>
                          <w:p w:rsidR="00AD192E" w:rsidRPr="00D67C79" w:rsidRDefault="00AD192E" w:rsidP="00AD192E">
                            <w:pPr>
                              <w:rPr>
                                <w:rFonts w:ascii="HGP教科書体" w:eastAsia="HGP教科書体"/>
                                <w:color w:val="000000" w:themeColor="text1"/>
                                <w:lang w:eastAsia="ja-JP"/>
                              </w:rPr>
                            </w:pPr>
                            <w:proofErr w:type="gramStart"/>
                            <w:r>
                              <w:rPr>
                                <w:rFonts w:ascii="HGPｺﾞｼｯｸE" w:eastAsia="HGPｺﾞｼｯｸE" w:hAnsi="HGPｺﾞｼｯｸE" w:hint="eastAsia"/>
                                <w:color w:val="C00000"/>
                                <w:sz w:val="21"/>
                                <w:szCs w:val="28"/>
                                <w:lang w:eastAsia="ja-JP"/>
                              </w:rPr>
                              <w:t>やさい</w:t>
                            </w:r>
                            <w:proofErr w:type="gramEnd"/>
                            <w:r>
                              <w:rPr>
                                <w:rFonts w:ascii="HGPｺﾞｼｯｸE" w:eastAsia="HGPｺﾞｼｯｸE" w:hAnsi="HGPｺﾞｼｯｸE" w:hint="eastAsia"/>
                                <w:color w:val="C00000"/>
                                <w:sz w:val="21"/>
                                <w:szCs w:val="28"/>
                                <w:lang w:eastAsia="ja-JP"/>
                              </w:rPr>
                              <w:t>yasai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265AC" w:rsidRPr="00657318">
              <w:rPr>
                <w:rFonts w:hint="eastAsia"/>
                <w:noProof/>
                <w:lang w:val="en-US" w:eastAsia="ja-JP"/>
              </w:rPr>
              <w:drawing>
                <wp:anchor distT="0" distB="0" distL="114300" distR="114300" simplePos="0" relativeHeight="251839488" behindDoc="0" locked="0" layoutInCell="1" allowOverlap="1" wp14:anchorId="3366AE88" wp14:editId="0542675C">
                  <wp:simplePos x="0" y="0"/>
                  <wp:positionH relativeFrom="column">
                    <wp:posOffset>2574898</wp:posOffset>
                  </wp:positionH>
                  <wp:positionV relativeFrom="paragraph">
                    <wp:posOffset>469489</wp:posOffset>
                  </wp:positionV>
                  <wp:extent cx="956945" cy="967740"/>
                  <wp:effectExtent l="0" t="0" r="0" b="3810"/>
                  <wp:wrapNone/>
                  <wp:docPr id="315" name="図 3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967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" w:type="dxa"/>
            <w:tcBorders>
              <w:left w:val="nil"/>
              <w:right w:val="nil"/>
            </w:tcBorders>
            <w:shd w:val="clear" w:color="auto" w:fill="auto"/>
          </w:tcPr>
          <w:p w:rsidR="00800286" w:rsidRPr="00937557" w:rsidRDefault="001265AC" w:rsidP="00BC1F7B">
            <w:pPr>
              <w:spacing w:after="0" w:line="240" w:lineRule="auto"/>
              <w:ind w:left="140" w:right="140"/>
              <w:jc w:val="right"/>
              <w:rPr>
                <w:lang w:val="en-US"/>
              </w:rPr>
            </w:pPr>
            <w:r>
              <w:rPr>
                <w:noProof/>
                <w:lang w:val="en-US" w:eastAsia="ja-JP"/>
              </w:rPr>
              <w:drawing>
                <wp:anchor distT="0" distB="0" distL="114300" distR="114300" simplePos="0" relativeHeight="251793408" behindDoc="0" locked="0" layoutInCell="1" allowOverlap="1" wp14:anchorId="5F83E0A1" wp14:editId="614D60C5">
                  <wp:simplePos x="0" y="0"/>
                  <wp:positionH relativeFrom="column">
                    <wp:posOffset>66040</wp:posOffset>
                  </wp:positionH>
                  <wp:positionV relativeFrom="paragraph">
                    <wp:posOffset>34925</wp:posOffset>
                  </wp:positionV>
                  <wp:extent cx="1584325" cy="1062990"/>
                  <wp:effectExtent l="0" t="0" r="0" b="3810"/>
                  <wp:wrapNone/>
                  <wp:docPr id="29" name="図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325" cy="1062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bookmarkStart w:id="0" w:name="_GoBack"/>
        <w:bookmarkEnd w:id="0"/>
        <w:tc>
          <w:tcPr>
            <w:tcW w:w="5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0286" w:rsidRPr="00937557" w:rsidRDefault="00AD192E" w:rsidP="00BC1F7B">
            <w:pPr>
              <w:spacing w:after="0" w:line="240" w:lineRule="auto"/>
              <w:ind w:left="140" w:right="140"/>
              <w:jc w:val="right"/>
              <w:rPr>
                <w:lang w:val="en-US"/>
              </w:rPr>
            </w:pPr>
            <w:r w:rsidRPr="00E1710B"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70864F10" wp14:editId="6B940F6C">
                      <wp:simplePos x="0" y="0"/>
                      <wp:positionH relativeFrom="column">
                        <wp:posOffset>1786282</wp:posOffset>
                      </wp:positionH>
                      <wp:positionV relativeFrom="paragraph">
                        <wp:posOffset>211538</wp:posOffset>
                      </wp:positionV>
                      <wp:extent cx="1136650" cy="262255"/>
                      <wp:effectExtent l="0" t="0" r="6350" b="4445"/>
                      <wp:wrapNone/>
                      <wp:docPr id="417" name="テキスト ボックス 4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6650" cy="262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D192E" w:rsidRPr="00D67C79" w:rsidRDefault="00AD192E" w:rsidP="00AD192E">
                                  <w:pPr>
                                    <w:rPr>
                                      <w:rFonts w:ascii="HGP教科書体" w:eastAsia="HGP教科書体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C00000"/>
                                      <w:sz w:val="21"/>
                                      <w:szCs w:val="28"/>
                                      <w:lang w:eastAsia="ja-JP"/>
                                    </w:rPr>
                                    <w:t>たまごtamago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17" o:spid="_x0000_s1055" type="#_x0000_t202" style="position:absolute;left:0;text-align:left;margin-left:140.65pt;margin-top:16.65pt;width:89.5pt;height:20.6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" fillcolor="window" stroked="f" strokeweight=".5pt">
                      <v:textbox>
                        <w:txbxContent>
                          <w:p w:rsidR="00AD192E" w:rsidRPr="00D67C79" w:rsidRDefault="00AD192E" w:rsidP="00AD192E">
                            <w:pPr>
                              <w:rPr>
                                <w:rFonts w:ascii="HGP教科書体" w:eastAsia="HGP教科書体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C00000"/>
                                <w:sz w:val="21"/>
                                <w:szCs w:val="28"/>
                                <w:lang w:eastAsia="ja-JP"/>
                              </w:rPr>
                              <w:t>たまごtamago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265AC" w:rsidRPr="00657318">
              <w:rPr>
                <w:noProof/>
                <w:lang w:val="en-US" w:eastAsia="ja-JP"/>
              </w:rPr>
              <w:drawing>
                <wp:anchor distT="0" distB="0" distL="114300" distR="114300" simplePos="0" relativeHeight="251810816" behindDoc="0" locked="0" layoutInCell="1" allowOverlap="1" wp14:anchorId="2A2090C1" wp14:editId="3E5E12F5">
                  <wp:simplePos x="0" y="0"/>
                  <wp:positionH relativeFrom="column">
                    <wp:posOffset>2473960</wp:posOffset>
                  </wp:positionH>
                  <wp:positionV relativeFrom="paragraph">
                    <wp:posOffset>584200</wp:posOffset>
                  </wp:positionV>
                  <wp:extent cx="1073785" cy="797560"/>
                  <wp:effectExtent l="0" t="0" r="0" b="2540"/>
                  <wp:wrapNone/>
                  <wp:docPr id="318" name="図 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797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00286" w:rsidRPr="00937557" w:rsidTr="00705DDC">
        <w:trPr>
          <w:cantSplit/>
          <w:trHeight w:hRule="exact" w:val="2160"/>
        </w:trPr>
        <w:tc>
          <w:tcPr>
            <w:tcW w:w="5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0286" w:rsidRPr="00937557" w:rsidRDefault="004127A5" w:rsidP="00BC1F7B">
            <w:pPr>
              <w:spacing w:after="0" w:line="240" w:lineRule="auto"/>
              <w:ind w:left="140" w:right="140"/>
              <w:jc w:val="right"/>
              <w:rPr>
                <w:lang w:val="en-US"/>
              </w:rPr>
            </w:pPr>
            <w:r w:rsidRPr="00E1710B"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397F1B48" wp14:editId="5C466881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1110671</wp:posOffset>
                      </wp:positionV>
                      <wp:extent cx="604300" cy="349250"/>
                      <wp:effectExtent l="0" t="0" r="5715" b="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4300" cy="349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127A5" w:rsidRPr="000A2511" w:rsidRDefault="004127A5" w:rsidP="004127A5">
                                  <w:pPr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lang w:eastAsia="ja-JP"/>
                                    </w:rPr>
                                    <w:t>Apple</w:t>
                                  </w:r>
                                </w:p>
                                <w:p w:rsidR="004127A5" w:rsidRPr="001265AC" w:rsidRDefault="004127A5" w:rsidP="004127A5">
                                  <w:pPr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sz w:val="28"/>
                                      <w:lang w:eastAsia="ja-JP"/>
                                    </w:rPr>
                                  </w:pPr>
                                  <w:r w:rsidRPr="001265AC"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sz w:val="28"/>
                                      <w:lang w:eastAsia="ja-JP"/>
                                    </w:rPr>
                                    <w:t>stir fry</w:t>
                                  </w:r>
                                </w:p>
                                <w:p w:rsidR="004127A5" w:rsidRPr="00D67C79" w:rsidRDefault="004127A5" w:rsidP="004127A5">
                                  <w:pPr>
                                    <w:rPr>
                                      <w:rFonts w:ascii="HGP教科書体" w:eastAsia="HGP教科書体"/>
                                      <w:color w:val="000000" w:themeColor="text1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7" o:spid="_x0000_s1056" type="#_x0000_t202" style="position:absolute;left:0;text-align:left;margin-left:14.3pt;margin-top:87.45pt;width:47.6pt;height:27.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" fillcolor="window" stroked="f" strokeweight=".5pt">
                      <v:textbox>
                        <w:txbxContent>
                          <w:p w:rsidR="004127A5" w:rsidRPr="000A2511" w:rsidRDefault="004127A5" w:rsidP="004127A5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lang w:eastAsia="ja-JP"/>
                              </w:rPr>
                              <w:t>Apple</w:t>
                            </w:r>
                          </w:p>
                          <w:p w:rsidR="004127A5" w:rsidRPr="001265AC" w:rsidRDefault="004127A5" w:rsidP="004127A5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8"/>
                                <w:lang w:eastAsia="ja-JP"/>
                              </w:rPr>
                            </w:pPr>
                            <w:r w:rsidRPr="001265AC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8"/>
                                <w:lang w:eastAsia="ja-JP"/>
                              </w:rPr>
                              <w:t>stir fry</w:t>
                            </w:r>
                          </w:p>
                          <w:p w:rsidR="004127A5" w:rsidRPr="00D67C79" w:rsidRDefault="004127A5" w:rsidP="004127A5">
                            <w:pPr>
                              <w:rPr>
                                <w:rFonts w:ascii="HGP教科書体" w:eastAsia="HGP教科書体"/>
                                <w:color w:val="000000" w:themeColor="text1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D192E" w:rsidRPr="00E1710B"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165F26EE" wp14:editId="5B6529D6">
                      <wp:simplePos x="0" y="0"/>
                      <wp:positionH relativeFrom="column">
                        <wp:posOffset>1177262</wp:posOffset>
                      </wp:positionH>
                      <wp:positionV relativeFrom="paragraph">
                        <wp:posOffset>69878</wp:posOffset>
                      </wp:positionV>
                      <wp:extent cx="1399430" cy="262255"/>
                      <wp:effectExtent l="0" t="0" r="0" b="4445"/>
                      <wp:wrapNone/>
                      <wp:docPr id="423" name="テキスト ボックス 4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99430" cy="262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D192E" w:rsidRPr="00D67C79" w:rsidRDefault="00AD192E" w:rsidP="00AD192E">
                                  <w:pPr>
                                    <w:rPr>
                                      <w:rFonts w:ascii="HGP教科書体" w:eastAsia="HGP教科書体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C00000"/>
                                      <w:sz w:val="21"/>
                                      <w:szCs w:val="28"/>
                                      <w:lang w:eastAsia="ja-JP"/>
                                    </w:rPr>
                                    <w:t>くだものkudamono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23" o:spid="_x0000_s1057" type="#_x0000_t202" style="position:absolute;left:0;text-align:left;margin-left:92.7pt;margin-top:5.5pt;width:110.2pt;height:20.6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" fillcolor="window" stroked="f" strokeweight=".5pt">
                      <v:textbox>
                        <w:txbxContent>
                          <w:p w:rsidR="00AD192E" w:rsidRPr="00D67C79" w:rsidRDefault="00AD192E" w:rsidP="00AD192E">
                            <w:pPr>
                              <w:rPr>
                                <w:rFonts w:ascii="HGP教科書体" w:eastAsia="HGP教科書体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C00000"/>
                                <w:sz w:val="21"/>
                                <w:szCs w:val="28"/>
                                <w:lang w:eastAsia="ja-JP"/>
                              </w:rPr>
                              <w:t>くだものkudamono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265AC" w:rsidRPr="00657318">
              <w:rPr>
                <w:rFonts w:hint="eastAsia"/>
                <w:noProof/>
                <w:lang w:val="en-US" w:eastAsia="ja-JP"/>
              </w:rPr>
              <w:drawing>
                <wp:anchor distT="0" distB="0" distL="114300" distR="114300" simplePos="0" relativeHeight="251807744" behindDoc="0" locked="0" layoutInCell="1" allowOverlap="1" wp14:anchorId="5302EB7B" wp14:editId="3210A760">
                  <wp:simplePos x="0" y="0"/>
                  <wp:positionH relativeFrom="column">
                    <wp:posOffset>1311248</wp:posOffset>
                  </wp:positionH>
                  <wp:positionV relativeFrom="paragraph">
                    <wp:posOffset>421530</wp:posOffset>
                  </wp:positionV>
                  <wp:extent cx="893445" cy="1010285"/>
                  <wp:effectExtent l="0" t="0" r="1905" b="0"/>
                  <wp:wrapNone/>
                  <wp:docPr id="316" name="図 3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445" cy="1010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" w:type="dxa"/>
            <w:tcBorders>
              <w:left w:val="nil"/>
              <w:right w:val="nil"/>
            </w:tcBorders>
            <w:shd w:val="clear" w:color="auto" w:fill="auto"/>
          </w:tcPr>
          <w:p w:rsidR="00800286" w:rsidRPr="00937557" w:rsidRDefault="001265AC" w:rsidP="00BC1F7B">
            <w:pPr>
              <w:spacing w:after="0" w:line="240" w:lineRule="auto"/>
              <w:ind w:left="140" w:right="140"/>
              <w:jc w:val="right"/>
              <w:rPr>
                <w:lang w:val="en-US"/>
              </w:rPr>
            </w:pPr>
            <w:r>
              <w:rPr>
                <w:noProof/>
                <w:lang w:val="en-US" w:eastAsia="ja-JP"/>
              </w:rPr>
              <w:drawing>
                <wp:anchor distT="0" distB="0" distL="114300" distR="114300" simplePos="0" relativeHeight="251829248" behindDoc="0" locked="0" layoutInCell="1" allowOverlap="1" wp14:anchorId="43F1D19C" wp14:editId="2F032F4E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471170</wp:posOffset>
                  </wp:positionV>
                  <wp:extent cx="2115820" cy="956945"/>
                  <wp:effectExtent l="0" t="0" r="0" b="0"/>
                  <wp:wrapNone/>
                  <wp:docPr id="184" name="図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5820" cy="956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0286" w:rsidRDefault="00AD192E" w:rsidP="00BC1F7B">
            <w:pPr>
              <w:spacing w:after="0" w:line="240" w:lineRule="auto"/>
              <w:ind w:left="140" w:right="140"/>
              <w:jc w:val="right"/>
              <w:rPr>
                <w:lang w:val="en-US" w:eastAsia="ja-JP"/>
              </w:rPr>
            </w:pPr>
            <w:r w:rsidRPr="00AD192E"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283A90D0" wp14:editId="69D24E5B">
                      <wp:simplePos x="0" y="0"/>
                      <wp:positionH relativeFrom="column">
                        <wp:posOffset>604409</wp:posOffset>
                      </wp:positionH>
                      <wp:positionV relativeFrom="paragraph">
                        <wp:posOffset>78105</wp:posOffset>
                      </wp:positionV>
                      <wp:extent cx="1399430" cy="262255"/>
                      <wp:effectExtent l="0" t="0" r="0" b="4445"/>
                      <wp:wrapNone/>
                      <wp:docPr id="425" name="テキスト ボックス 4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99430" cy="262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D192E" w:rsidRPr="00D67C79" w:rsidRDefault="00AD192E" w:rsidP="00AD192E">
                                  <w:pPr>
                                    <w:rPr>
                                      <w:rFonts w:ascii="HGP教科書体" w:eastAsia="HGP教科書体"/>
                                      <w:color w:val="000000" w:themeColor="text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C00000"/>
                                      <w:sz w:val="21"/>
                                      <w:szCs w:val="28"/>
                                      <w:lang w:eastAsia="ja-JP"/>
                                    </w:rPr>
                                    <w:t>くだものkudamono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25" o:spid="_x0000_s1058" type="#_x0000_t202" style="position:absolute;left:0;text-align:left;margin-left:47.6pt;margin-top:6.15pt;width:110.2pt;height:20.6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" fillcolor="window" stroked="f" strokeweight=".5pt">
                      <v:textbox>
                        <w:txbxContent>
                          <w:p w:rsidR="00AD192E" w:rsidRPr="00D67C79" w:rsidRDefault="00AD192E" w:rsidP="00AD192E">
                            <w:pPr>
                              <w:rPr>
                                <w:rFonts w:ascii="HGP教科書体" w:eastAsia="HGP教科書体"/>
                                <w:color w:val="000000" w:themeColor="text1"/>
                                <w:lang w:eastAsia="ja-JP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C00000"/>
                                <w:sz w:val="21"/>
                                <w:szCs w:val="28"/>
                                <w:lang w:eastAsia="ja-JP"/>
                              </w:rPr>
                              <w:t>くだものkudamono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265AC" w:rsidRPr="00657318">
              <w:rPr>
                <w:rFonts w:hint="eastAsia"/>
                <w:noProof/>
                <w:lang w:val="en-US" w:eastAsia="ja-JP"/>
              </w:rPr>
              <w:drawing>
                <wp:anchor distT="0" distB="0" distL="114300" distR="114300" simplePos="0" relativeHeight="251838464" behindDoc="0" locked="0" layoutInCell="1" allowOverlap="1" wp14:anchorId="4414EE3F" wp14:editId="7204C405">
                  <wp:simplePos x="0" y="0"/>
                  <wp:positionH relativeFrom="column">
                    <wp:posOffset>2722880</wp:posOffset>
                  </wp:positionH>
                  <wp:positionV relativeFrom="paragraph">
                    <wp:posOffset>62865</wp:posOffset>
                  </wp:positionV>
                  <wp:extent cx="829310" cy="775970"/>
                  <wp:effectExtent l="0" t="0" r="8890" b="5080"/>
                  <wp:wrapNone/>
                  <wp:docPr id="314" name="図 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86523" w:rsidRDefault="00C86523" w:rsidP="00BC1F7B">
            <w:pPr>
              <w:spacing w:after="0" w:line="240" w:lineRule="auto"/>
              <w:ind w:left="140" w:right="140"/>
              <w:jc w:val="right"/>
              <w:rPr>
                <w:lang w:val="en-US" w:eastAsia="ja-JP"/>
              </w:rPr>
            </w:pPr>
          </w:p>
          <w:p w:rsidR="00C86523" w:rsidRPr="00937557" w:rsidRDefault="00C86523" w:rsidP="00BC1F7B">
            <w:pPr>
              <w:spacing w:after="0" w:line="240" w:lineRule="auto"/>
              <w:ind w:left="140" w:right="140"/>
              <w:jc w:val="right"/>
              <w:rPr>
                <w:lang w:val="en-US" w:eastAsia="ja-JP"/>
              </w:rPr>
            </w:pPr>
          </w:p>
        </w:tc>
      </w:tr>
    </w:tbl>
    <w:p w:rsidR="00800286" w:rsidRPr="00937557" w:rsidRDefault="00800286" w:rsidP="00BC1F7B">
      <w:pPr>
        <w:ind w:left="140" w:right="140"/>
        <w:jc w:val="right"/>
        <w:rPr>
          <w:vanish/>
          <w:lang w:val="en-US"/>
        </w:rPr>
      </w:pPr>
    </w:p>
    <w:sectPr w:rsidR="00800286" w:rsidRPr="00937557" w:rsidSect="00800286">
      <w:type w:val="continuous"/>
      <w:pgSz w:w="11905" w:h="16837"/>
      <w:pgMar w:top="858" w:right="264" w:bottom="0" w:left="26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C5C" w:rsidRDefault="007B5C5C" w:rsidP="00BC1F7B">
      <w:pPr>
        <w:spacing w:after="0" w:line="240" w:lineRule="auto"/>
      </w:pPr>
      <w:r>
        <w:separator/>
      </w:r>
    </w:p>
  </w:endnote>
  <w:endnote w:type="continuationSeparator" w:id="0">
    <w:p w:rsidR="007B5C5C" w:rsidRDefault="007B5C5C" w:rsidP="00BC1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C5C" w:rsidRDefault="007B5C5C" w:rsidP="00BC1F7B">
      <w:pPr>
        <w:spacing w:after="0" w:line="240" w:lineRule="auto"/>
      </w:pPr>
      <w:r>
        <w:separator/>
      </w:r>
    </w:p>
  </w:footnote>
  <w:footnote w:type="continuationSeparator" w:id="0">
    <w:p w:rsidR="007B5C5C" w:rsidRDefault="007B5C5C" w:rsidP="00BC1F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E94"/>
    <w:rsid w:val="0008130F"/>
    <w:rsid w:val="000A2511"/>
    <w:rsid w:val="000A3A98"/>
    <w:rsid w:val="001265AC"/>
    <w:rsid w:val="004127A5"/>
    <w:rsid w:val="00657318"/>
    <w:rsid w:val="00705DDC"/>
    <w:rsid w:val="00724E55"/>
    <w:rsid w:val="007B5C5C"/>
    <w:rsid w:val="00800286"/>
    <w:rsid w:val="008403A2"/>
    <w:rsid w:val="008571F5"/>
    <w:rsid w:val="008C5E55"/>
    <w:rsid w:val="00910CA1"/>
    <w:rsid w:val="00937557"/>
    <w:rsid w:val="00992E94"/>
    <w:rsid w:val="00A4765A"/>
    <w:rsid w:val="00AA0541"/>
    <w:rsid w:val="00AD192E"/>
    <w:rsid w:val="00AE070B"/>
    <w:rsid w:val="00B44AF3"/>
    <w:rsid w:val="00BC1F7B"/>
    <w:rsid w:val="00C86523"/>
    <w:rsid w:val="00CE5205"/>
    <w:rsid w:val="00D67C79"/>
    <w:rsid w:val="00DF085A"/>
    <w:rsid w:val="00DF5171"/>
    <w:rsid w:val="00E1710B"/>
    <w:rsid w:val="00E25D29"/>
    <w:rsid w:val="00EB2442"/>
    <w:rsid w:val="00F51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nl-B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02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93755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5">
    <w:name w:val="表題 (文字)"/>
    <w:link w:val="a4"/>
    <w:uiPriority w:val="10"/>
    <w:rsid w:val="00937557"/>
    <w:rPr>
      <w:rFonts w:ascii="Cambria" w:eastAsia="Times New Roman" w:hAnsi="Cambria" w:cs="Times New Roman"/>
      <w:b/>
      <w:bCs/>
      <w:kern w:val="28"/>
      <w:sz w:val="32"/>
      <w:szCs w:val="32"/>
      <w:lang w:val="nl-BE"/>
    </w:rPr>
  </w:style>
  <w:style w:type="paragraph" w:styleId="a6">
    <w:name w:val="header"/>
    <w:basedOn w:val="a"/>
    <w:link w:val="a7"/>
    <w:uiPriority w:val="99"/>
    <w:unhideWhenUsed/>
    <w:rsid w:val="00BC1F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C1F7B"/>
    <w:rPr>
      <w:sz w:val="22"/>
      <w:szCs w:val="22"/>
      <w:lang w:val="nl-BE" w:eastAsia="en-US"/>
    </w:rPr>
  </w:style>
  <w:style w:type="paragraph" w:styleId="a8">
    <w:name w:val="footer"/>
    <w:basedOn w:val="a"/>
    <w:link w:val="a9"/>
    <w:uiPriority w:val="99"/>
    <w:unhideWhenUsed/>
    <w:rsid w:val="00BC1F7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C1F7B"/>
    <w:rPr>
      <w:sz w:val="22"/>
      <w:szCs w:val="22"/>
      <w:lang w:val="nl-BE" w:eastAsia="en-US"/>
    </w:rPr>
  </w:style>
  <w:style w:type="paragraph" w:styleId="aa">
    <w:name w:val="Balloon Text"/>
    <w:basedOn w:val="a"/>
    <w:link w:val="ab"/>
    <w:uiPriority w:val="99"/>
    <w:semiHidden/>
    <w:unhideWhenUsed/>
    <w:rsid w:val="00CE520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E5205"/>
    <w:rPr>
      <w:rFonts w:asciiTheme="majorHAnsi" w:eastAsiaTheme="majorEastAsia" w:hAnsiTheme="majorHAnsi" w:cstheme="majorBidi"/>
      <w:sz w:val="18"/>
      <w:szCs w:val="18"/>
      <w:lang w:val="nl-B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nl-B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02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93755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5">
    <w:name w:val="表題 (文字)"/>
    <w:link w:val="a4"/>
    <w:uiPriority w:val="10"/>
    <w:rsid w:val="00937557"/>
    <w:rPr>
      <w:rFonts w:ascii="Cambria" w:eastAsia="Times New Roman" w:hAnsi="Cambria" w:cs="Times New Roman"/>
      <w:b/>
      <w:bCs/>
      <w:kern w:val="28"/>
      <w:sz w:val="32"/>
      <w:szCs w:val="32"/>
      <w:lang w:val="nl-BE"/>
    </w:rPr>
  </w:style>
  <w:style w:type="paragraph" w:styleId="a6">
    <w:name w:val="header"/>
    <w:basedOn w:val="a"/>
    <w:link w:val="a7"/>
    <w:uiPriority w:val="99"/>
    <w:unhideWhenUsed/>
    <w:rsid w:val="00BC1F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C1F7B"/>
    <w:rPr>
      <w:sz w:val="22"/>
      <w:szCs w:val="22"/>
      <w:lang w:val="nl-BE" w:eastAsia="en-US"/>
    </w:rPr>
  </w:style>
  <w:style w:type="paragraph" w:styleId="a8">
    <w:name w:val="footer"/>
    <w:basedOn w:val="a"/>
    <w:link w:val="a9"/>
    <w:uiPriority w:val="99"/>
    <w:unhideWhenUsed/>
    <w:rsid w:val="00BC1F7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C1F7B"/>
    <w:rPr>
      <w:sz w:val="22"/>
      <w:szCs w:val="22"/>
      <w:lang w:val="nl-BE" w:eastAsia="en-US"/>
    </w:rPr>
  </w:style>
  <w:style w:type="paragraph" w:styleId="aa">
    <w:name w:val="Balloon Text"/>
    <w:basedOn w:val="a"/>
    <w:link w:val="ab"/>
    <w:uiPriority w:val="99"/>
    <w:semiHidden/>
    <w:unhideWhenUsed/>
    <w:rsid w:val="00CE520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E5205"/>
    <w:rPr>
      <w:rFonts w:asciiTheme="majorHAnsi" w:eastAsiaTheme="majorEastAsia" w:hAnsiTheme="majorHAnsi" w:cstheme="majorBidi"/>
      <w:sz w:val="18"/>
      <w:szCs w:val="18"/>
      <w:lang w:val="nl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emf"/><Relationship Id="rId26" Type="http://schemas.openxmlformats.org/officeDocument/2006/relationships/image" Target="media/image18.png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3.png"/><Relationship Id="rId19" Type="http://schemas.openxmlformats.org/officeDocument/2006/relationships/image" Target="media/image110.emf"/><Relationship Id="rId31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Mijn%20documenten\interACTION\web%20Q-CONNECT.com\templates\label_templates\KF26054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F18EF-0492-4B87-A21D-366D493B3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KF26054</Template>
  <TotalTime>86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Devulder</dc:creator>
  <cp:lastModifiedBy>Mio</cp:lastModifiedBy>
  <cp:revision>6</cp:revision>
  <cp:lastPrinted>2015-09-02T13:51:00Z</cp:lastPrinted>
  <dcterms:created xsi:type="dcterms:W3CDTF">2015-09-02T11:15:00Z</dcterms:created>
  <dcterms:modified xsi:type="dcterms:W3CDTF">2015-09-06T20:22:00Z</dcterms:modified>
</cp:coreProperties>
</file>